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823" w:rsidRDefault="00D45823"/>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Pr="009C3996" w:rsidRDefault="009C3996" w:rsidP="009C3996">
      <w:pPr>
        <w:jc w:val="center"/>
        <w:rPr>
          <w:sz w:val="36"/>
        </w:rPr>
      </w:pPr>
      <w:r w:rsidRPr="009C3996">
        <w:rPr>
          <w:rFonts w:hint="eastAsia"/>
          <w:sz w:val="36"/>
        </w:rPr>
        <w:t>入札書等の記載方法について</w:t>
      </w:r>
    </w:p>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Default="009C3996"/>
    <w:p w:rsidR="009C3996" w:rsidRPr="009C3996" w:rsidRDefault="009C3996" w:rsidP="009C3996">
      <w:pPr>
        <w:jc w:val="center"/>
        <w:rPr>
          <w:sz w:val="24"/>
        </w:rPr>
      </w:pPr>
      <w:r w:rsidRPr="009C3996">
        <w:rPr>
          <w:rFonts w:hint="eastAsia"/>
          <w:sz w:val="24"/>
        </w:rPr>
        <w:t>浜松医科大学病院経営戦略課</w:t>
      </w:r>
    </w:p>
    <w:p w:rsidR="009C3996" w:rsidRPr="009C3996" w:rsidRDefault="009C3996"/>
    <w:p w:rsidR="009C3996" w:rsidRDefault="009C3996"/>
    <w:p w:rsidR="009C3996" w:rsidRDefault="009C3996"/>
    <w:p w:rsidR="0023706B" w:rsidRDefault="0023706B"/>
    <w:p w:rsidR="009C3996" w:rsidRDefault="009C3996"/>
    <w:p w:rsidR="009A0BC3" w:rsidRDefault="009A0BC3"/>
    <w:p w:rsidR="009A0BC3" w:rsidRDefault="009A0BC3"/>
    <w:p w:rsidR="00DE7307" w:rsidRDefault="009D0642">
      <w:r>
        <w:rPr>
          <w:rFonts w:hint="eastAsia"/>
        </w:rPr>
        <w:lastRenderedPageBreak/>
        <w:t>１．</w:t>
      </w:r>
      <w:r w:rsidR="00B8272E">
        <w:rPr>
          <w:rFonts w:hint="eastAsia"/>
        </w:rPr>
        <w:t>入札書における</w:t>
      </w:r>
      <w:r w:rsidR="00FF3949">
        <w:rPr>
          <w:rFonts w:hint="eastAsia"/>
        </w:rPr>
        <w:t>競争加入者の記名・押印について</w:t>
      </w:r>
    </w:p>
    <w:p w:rsidR="00DE7307" w:rsidRDefault="004062AB">
      <w:r>
        <w:rPr>
          <w:rFonts w:hint="eastAsia"/>
        </w:rPr>
        <w:t xml:space="preserve">　　　</w:t>
      </w:r>
      <w:r w:rsidR="00573D51">
        <w:rPr>
          <w:rFonts w:hint="eastAsia"/>
        </w:rPr>
        <w:t>（１）競争加入者本人が入札する場合</w:t>
      </w:r>
      <w:r w:rsidR="00AA62D2">
        <w:rPr>
          <w:rFonts w:hint="eastAsia"/>
        </w:rPr>
        <w:t xml:space="preserve">　　　　　　　　　　　　　</w:t>
      </w:r>
      <w:r w:rsidR="003C562B">
        <w:rPr>
          <w:rFonts w:hint="eastAsia"/>
        </w:rPr>
        <w:t xml:space="preserve">　　</w:t>
      </w:r>
      <w:r w:rsidR="00AA62D2">
        <w:rPr>
          <w:rFonts w:hint="eastAsia"/>
        </w:rPr>
        <w:t>【記載例１】</w:t>
      </w:r>
    </w:p>
    <w:p w:rsidR="00573D51" w:rsidRDefault="00573D51">
      <w:r>
        <w:rPr>
          <w:rFonts w:hint="eastAsia"/>
        </w:rPr>
        <w:t xml:space="preserve">　　　（２）</w:t>
      </w:r>
      <w:r w:rsidR="00D86C8B">
        <w:rPr>
          <w:rFonts w:hint="eastAsia"/>
        </w:rPr>
        <w:t>競争加入者から委任を受けた代理人が入札する場合</w:t>
      </w:r>
      <w:r w:rsidR="00F77B9A">
        <w:rPr>
          <w:rFonts w:hint="eastAsia"/>
        </w:rPr>
        <w:t xml:space="preserve">　　　　</w:t>
      </w:r>
      <w:r w:rsidR="003C562B">
        <w:rPr>
          <w:rFonts w:hint="eastAsia"/>
        </w:rPr>
        <w:t xml:space="preserve">　　</w:t>
      </w:r>
      <w:r w:rsidR="00F77B9A">
        <w:rPr>
          <w:rFonts w:hint="eastAsia"/>
        </w:rPr>
        <w:t>【記載例２】</w:t>
      </w:r>
    </w:p>
    <w:p w:rsidR="00573D51" w:rsidRDefault="00573D51">
      <w:r>
        <w:rPr>
          <w:rFonts w:hint="eastAsia"/>
        </w:rPr>
        <w:t xml:space="preserve">　　　（３）</w:t>
      </w:r>
      <w:r w:rsidR="007A13BD">
        <w:rPr>
          <w:rFonts w:hint="eastAsia"/>
        </w:rPr>
        <w:t>復代理人が入札する場合</w:t>
      </w:r>
      <w:r w:rsidR="00F77B9A">
        <w:rPr>
          <w:rFonts w:hint="eastAsia"/>
        </w:rPr>
        <w:t xml:space="preserve">　　　　　　　　　　　　　　　　</w:t>
      </w:r>
      <w:r w:rsidR="003C562B">
        <w:rPr>
          <w:rFonts w:hint="eastAsia"/>
        </w:rPr>
        <w:t xml:space="preserve">　　</w:t>
      </w:r>
      <w:r w:rsidR="00F77B9A">
        <w:rPr>
          <w:rFonts w:hint="eastAsia"/>
        </w:rPr>
        <w:t>【記載例３】</w:t>
      </w:r>
    </w:p>
    <w:p w:rsidR="00DE7307" w:rsidRDefault="00DE7307"/>
    <w:p w:rsidR="00DE7307" w:rsidRDefault="00DE7307"/>
    <w:p w:rsidR="00DE7307" w:rsidRDefault="00C61A89">
      <w:r>
        <w:rPr>
          <w:rFonts w:hint="eastAsia"/>
        </w:rPr>
        <w:t>２．</w:t>
      </w:r>
      <w:r w:rsidR="00C95C14">
        <w:rPr>
          <w:rFonts w:hint="eastAsia"/>
        </w:rPr>
        <w:t>委任状の記入について</w:t>
      </w:r>
    </w:p>
    <w:p w:rsidR="00DE7307" w:rsidRDefault="004062AB">
      <w:r>
        <w:rPr>
          <w:rFonts w:hint="eastAsia"/>
        </w:rPr>
        <w:t xml:space="preserve">　　　</w:t>
      </w:r>
      <w:r w:rsidR="007A13BD">
        <w:rPr>
          <w:rFonts w:hint="eastAsia"/>
        </w:rPr>
        <w:t>（１）</w:t>
      </w:r>
      <w:r w:rsidR="00CB77D8">
        <w:rPr>
          <w:rFonts w:hint="eastAsia"/>
        </w:rPr>
        <w:t>社員等が入札の都度競争加入者の代理人となる場合</w:t>
      </w:r>
      <w:r w:rsidR="00F77B9A">
        <w:rPr>
          <w:rFonts w:hint="eastAsia"/>
        </w:rPr>
        <w:t xml:space="preserve">　　　　</w:t>
      </w:r>
      <w:r w:rsidR="003C562B">
        <w:rPr>
          <w:rFonts w:hint="eastAsia"/>
        </w:rPr>
        <w:t xml:space="preserve">　　</w:t>
      </w:r>
      <w:r w:rsidR="00F77B9A">
        <w:rPr>
          <w:rFonts w:hint="eastAsia"/>
        </w:rPr>
        <w:t>【記載例</w:t>
      </w:r>
      <w:r w:rsidR="003C562B">
        <w:rPr>
          <w:rFonts w:hint="eastAsia"/>
        </w:rPr>
        <w:t>１</w:t>
      </w:r>
      <w:r w:rsidR="00F77B9A">
        <w:rPr>
          <w:rFonts w:hint="eastAsia"/>
        </w:rPr>
        <w:t>】</w:t>
      </w:r>
    </w:p>
    <w:p w:rsidR="001B2D5D" w:rsidRDefault="001B2D5D">
      <w:r>
        <w:rPr>
          <w:rFonts w:hint="eastAsia"/>
        </w:rPr>
        <w:t xml:space="preserve">　　　　　　</w:t>
      </w:r>
      <w:r w:rsidR="004062AB">
        <w:rPr>
          <w:rFonts w:hint="eastAsia"/>
        </w:rPr>
        <w:t>→</w:t>
      </w:r>
      <w:r>
        <w:rPr>
          <w:rFonts w:hint="eastAsia"/>
        </w:rPr>
        <w:t>入札事項及び委任事項を明記のうえ代理人であることを示した委任状</w:t>
      </w:r>
      <w:r w:rsidR="00C824C1">
        <w:rPr>
          <w:rFonts w:hint="eastAsia"/>
        </w:rPr>
        <w:t>の提出</w:t>
      </w:r>
    </w:p>
    <w:p w:rsidR="007A13BD" w:rsidRDefault="007A13BD">
      <w:r>
        <w:rPr>
          <w:rFonts w:hint="eastAsia"/>
        </w:rPr>
        <w:t xml:space="preserve">　　　（２）</w:t>
      </w:r>
      <w:r w:rsidR="00CB77D8">
        <w:rPr>
          <w:rFonts w:hint="eastAsia"/>
        </w:rPr>
        <w:t>支店等の社員等が入札の都度競争加入者の</w:t>
      </w:r>
      <w:r w:rsidR="00C47CED">
        <w:rPr>
          <w:rFonts w:hint="eastAsia"/>
        </w:rPr>
        <w:t>復代理人となる場合</w:t>
      </w:r>
      <w:r w:rsidR="003C562B">
        <w:rPr>
          <w:rFonts w:hint="eastAsia"/>
        </w:rPr>
        <w:t xml:space="preserve">　【記載例２】</w:t>
      </w:r>
    </w:p>
    <w:p w:rsidR="00C824C1" w:rsidRDefault="00C824C1">
      <w:r>
        <w:rPr>
          <w:rFonts w:hint="eastAsia"/>
        </w:rPr>
        <w:t xml:space="preserve">　　　　　　</w:t>
      </w:r>
      <w:r w:rsidR="004062AB">
        <w:rPr>
          <w:rFonts w:hint="eastAsia"/>
        </w:rPr>
        <w:t>→</w:t>
      </w:r>
      <w:r>
        <w:rPr>
          <w:rFonts w:hint="eastAsia"/>
        </w:rPr>
        <w:t>入札事項及び委任事項を明記のうえ復代理人であることを示した委任状の提出</w:t>
      </w:r>
    </w:p>
    <w:p w:rsidR="007A13BD" w:rsidRDefault="007A13BD">
      <w:r>
        <w:rPr>
          <w:rFonts w:hint="eastAsia"/>
        </w:rPr>
        <w:t xml:space="preserve">　　　（３）</w:t>
      </w:r>
      <w:r w:rsidR="00C47CED">
        <w:rPr>
          <w:rFonts w:hint="eastAsia"/>
        </w:rPr>
        <w:t>支店長等が入札の都度競争加入者の代理人となる場合</w:t>
      </w:r>
      <w:r w:rsidR="003C562B">
        <w:rPr>
          <w:rFonts w:hint="eastAsia"/>
        </w:rPr>
        <w:t xml:space="preserve">　　　　　【記載例３】</w:t>
      </w:r>
    </w:p>
    <w:p w:rsidR="00C824C1" w:rsidRDefault="00C824C1">
      <w:r>
        <w:rPr>
          <w:rFonts w:hint="eastAsia"/>
        </w:rPr>
        <w:t xml:space="preserve">　　　　　　</w:t>
      </w:r>
      <w:r w:rsidR="004062AB">
        <w:rPr>
          <w:rFonts w:hint="eastAsia"/>
        </w:rPr>
        <w:t>→</w:t>
      </w:r>
      <w:r>
        <w:rPr>
          <w:rFonts w:hint="eastAsia"/>
        </w:rPr>
        <w:t>入札事項及び委任事項を明記のうえ代理人であることを示した委任状の提出</w:t>
      </w:r>
    </w:p>
    <w:p w:rsidR="007A13BD" w:rsidRDefault="007A13BD">
      <w:r>
        <w:rPr>
          <w:rFonts w:hint="eastAsia"/>
        </w:rPr>
        <w:t xml:space="preserve">　　　（４）</w:t>
      </w:r>
      <w:r w:rsidR="00C47CED">
        <w:rPr>
          <w:rFonts w:hint="eastAsia"/>
        </w:rPr>
        <w:t>支店長等が一定の期間競争加入者の代理人となる場合</w:t>
      </w:r>
      <w:r w:rsidR="003C562B">
        <w:rPr>
          <w:rFonts w:hint="eastAsia"/>
        </w:rPr>
        <w:t xml:space="preserve">　　　　　【記載例４】</w:t>
      </w:r>
    </w:p>
    <w:p w:rsidR="00DE7307" w:rsidRDefault="00577779">
      <w:r>
        <w:rPr>
          <w:rFonts w:hint="eastAsia"/>
        </w:rPr>
        <w:t xml:space="preserve">　　　　　　</w:t>
      </w:r>
      <w:r w:rsidR="004062AB">
        <w:rPr>
          <w:rFonts w:hint="eastAsia"/>
        </w:rPr>
        <w:t>→</w:t>
      </w:r>
      <w:r>
        <w:rPr>
          <w:rFonts w:hint="eastAsia"/>
        </w:rPr>
        <w:t>当該委任期間及び委任事項を明記した委任状を最初の入札時に提出</w:t>
      </w:r>
    </w:p>
    <w:p w:rsidR="00577779" w:rsidRDefault="00577779">
      <w:r>
        <w:rPr>
          <w:rFonts w:hint="eastAsia"/>
        </w:rPr>
        <w:t xml:space="preserve">　　　　　</w:t>
      </w:r>
      <w:r w:rsidR="004062AB">
        <w:rPr>
          <w:rFonts w:hint="eastAsia"/>
        </w:rPr>
        <w:t xml:space="preserve">　</w:t>
      </w:r>
      <w:r>
        <w:rPr>
          <w:rFonts w:hint="eastAsia"/>
        </w:rPr>
        <w:t>（委任期間中に競争加入者または支店長等に変更があった場合は、新たに提出</w:t>
      </w:r>
      <w:r w:rsidR="001A00C9">
        <w:rPr>
          <w:rFonts w:hint="eastAsia"/>
        </w:rPr>
        <w:t>）</w:t>
      </w:r>
    </w:p>
    <w:p w:rsidR="00DE7307" w:rsidRDefault="00DE7307"/>
    <w:p w:rsidR="00DE7307" w:rsidRDefault="00DE7307"/>
    <w:p w:rsidR="00DE7307" w:rsidRDefault="001A00C9">
      <w:r>
        <w:rPr>
          <w:rFonts w:hint="eastAsia"/>
        </w:rPr>
        <w:t>３．入札書の封筒について</w:t>
      </w:r>
    </w:p>
    <w:p w:rsidR="00784C16" w:rsidRDefault="001A00C9">
      <w:r>
        <w:rPr>
          <w:rFonts w:hint="eastAsia"/>
        </w:rPr>
        <w:t xml:space="preserve">　　　</w:t>
      </w:r>
      <w:r w:rsidR="00902541">
        <w:rPr>
          <w:rFonts w:hint="eastAsia"/>
        </w:rPr>
        <w:t>封皮</w:t>
      </w:r>
      <w:r w:rsidR="00F8303A">
        <w:rPr>
          <w:rFonts w:hint="eastAsia"/>
        </w:rPr>
        <w:t>の表面に朱書で「○○月○○日開札　○○○○○○○○</w:t>
      </w:r>
      <w:r w:rsidR="00784C16">
        <w:rPr>
          <w:rFonts w:hint="eastAsia"/>
        </w:rPr>
        <w:t>の</w:t>
      </w:r>
      <w:r w:rsidR="009C4524">
        <w:rPr>
          <w:rFonts w:hint="eastAsia"/>
        </w:rPr>
        <w:t>入札書在</w:t>
      </w:r>
      <w:r w:rsidR="00784C16">
        <w:rPr>
          <w:rFonts w:hint="eastAsia"/>
        </w:rPr>
        <w:t>中」、裏面に</w:t>
      </w:r>
    </w:p>
    <w:p w:rsidR="00AA62D2" w:rsidRDefault="009872CC" w:rsidP="00784C16">
      <w:pPr>
        <w:ind w:firstLineChars="200" w:firstLine="420"/>
      </w:pPr>
      <w:r>
        <w:rPr>
          <w:rFonts w:hint="eastAsia"/>
        </w:rPr>
        <w:t>住所、</w:t>
      </w:r>
      <w:r w:rsidR="00902541">
        <w:rPr>
          <w:rFonts w:hint="eastAsia"/>
        </w:rPr>
        <w:t>氏名（法人の場合は名称または商号）及び</w:t>
      </w:r>
      <w:r w:rsidR="00B504F7">
        <w:rPr>
          <w:rFonts w:hint="eastAsia"/>
        </w:rPr>
        <w:t>押印し封筒の糊付け部分に3か所封印</w:t>
      </w:r>
    </w:p>
    <w:p w:rsidR="00DE7307" w:rsidRDefault="00AA62D2" w:rsidP="00784C16">
      <w:pPr>
        <w:ind w:firstLineChars="200" w:firstLine="420"/>
      </w:pPr>
      <w:r>
        <w:rPr>
          <w:rFonts w:hint="eastAsia"/>
        </w:rPr>
        <w:t>してください。</w:t>
      </w:r>
      <w:r w:rsidR="00B92846">
        <w:rPr>
          <w:rFonts w:hint="eastAsia"/>
        </w:rPr>
        <w:t>（裏面は１を参照）</w:t>
      </w:r>
      <w:r w:rsidR="00420CD2">
        <w:rPr>
          <w:rFonts w:hint="eastAsia"/>
        </w:rPr>
        <w:t xml:space="preserve"> </w:t>
      </w:r>
      <w:r w:rsidR="00BA78C4">
        <w:rPr>
          <w:rFonts w:hint="eastAsia"/>
        </w:rPr>
        <w:t xml:space="preserve">　　　　　　　　　　　　　　　　　【記載例１】</w:t>
      </w:r>
    </w:p>
    <w:p w:rsidR="00DE7307" w:rsidRDefault="00DE7307"/>
    <w:p w:rsidR="00DE7307" w:rsidRDefault="009A67C9">
      <w:r>
        <w:rPr>
          <w:rFonts w:hint="eastAsia"/>
        </w:rPr>
        <w:t>４．誓約書の記入について　　　　　　　　　　　　　　　　　　　　　　　【記載例１・２】</w:t>
      </w:r>
    </w:p>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A40B9D" w:rsidRDefault="00A40B9D"/>
    <w:p w:rsidR="009A0BC3" w:rsidRDefault="009A0BC3"/>
    <w:p w:rsidR="009A0BC3" w:rsidRDefault="009A0BC3"/>
    <w:p w:rsidR="00DE7307" w:rsidRDefault="009D0642">
      <w:r>
        <w:rPr>
          <w:rFonts w:hint="eastAsia"/>
        </w:rPr>
        <w:lastRenderedPageBreak/>
        <w:t>１．</w:t>
      </w:r>
      <w:r w:rsidR="00B8272E">
        <w:rPr>
          <w:rFonts w:hint="eastAsia"/>
        </w:rPr>
        <w:t>入札書における</w:t>
      </w:r>
      <w:bookmarkStart w:id="0" w:name="_GoBack"/>
      <w:bookmarkEnd w:id="0"/>
      <w:r w:rsidR="00BA78C4">
        <w:rPr>
          <w:rFonts w:hint="eastAsia"/>
        </w:rPr>
        <w:t>競争加入者の記名・押印について</w:t>
      </w:r>
    </w:p>
    <w:p w:rsidR="00DE7307" w:rsidRDefault="00BA78C4">
      <w:r>
        <w:rPr>
          <w:rFonts w:hint="eastAsia"/>
        </w:rPr>
        <w:t>（１）競争加入者本人が入札する場合</w:t>
      </w:r>
    </w:p>
    <w:p w:rsidR="00562FBD" w:rsidRDefault="00562FBD">
      <w:r>
        <w:rPr>
          <w:rFonts w:hint="eastAsia"/>
        </w:rPr>
        <w:t xml:space="preserve">　　　→住所、氏名及び押印のある入札書を本人が提出</w:t>
      </w:r>
    </w:p>
    <w:p w:rsidR="00562FBD" w:rsidRDefault="00562FBD">
      <w:r>
        <w:rPr>
          <w:rFonts w:hint="eastAsia"/>
        </w:rPr>
        <w:t xml:space="preserve">　　　（法人の場合は、名称</w:t>
      </w:r>
      <w:r w:rsidR="002A290B">
        <w:rPr>
          <w:rFonts w:hint="eastAsia"/>
        </w:rPr>
        <w:t>また</w:t>
      </w:r>
      <w:r>
        <w:rPr>
          <w:rFonts w:hint="eastAsia"/>
        </w:rPr>
        <w:t>は商号並びに代表者の氏名及び押印）</w:t>
      </w:r>
      <w:r w:rsidR="004D1A9B">
        <w:rPr>
          <w:rFonts w:hint="eastAsia"/>
        </w:rPr>
        <w:t xml:space="preserve">　【記載例１】</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6"/>
        <w:gridCol w:w="7371"/>
        <w:gridCol w:w="277"/>
      </w:tblGrid>
      <w:tr w:rsidR="00F475BC" w:rsidTr="00B574B1">
        <w:trPr>
          <w:trHeight w:val="340"/>
        </w:trPr>
        <w:tc>
          <w:tcPr>
            <w:tcW w:w="846" w:type="dxa"/>
            <w:tcBorders>
              <w:right w:val="dashed" w:sz="4" w:space="0" w:color="auto"/>
            </w:tcBorders>
          </w:tcPr>
          <w:p w:rsidR="00F475BC" w:rsidRDefault="00F475BC"/>
        </w:tc>
        <w:tc>
          <w:tcPr>
            <w:tcW w:w="7371" w:type="dxa"/>
            <w:tcBorders>
              <w:top w:val="dashed" w:sz="4" w:space="0" w:color="auto"/>
              <w:left w:val="dashed" w:sz="4" w:space="0" w:color="auto"/>
              <w:right w:val="dashed" w:sz="4" w:space="0" w:color="auto"/>
            </w:tcBorders>
          </w:tcPr>
          <w:p w:rsidR="00F475BC" w:rsidRDefault="007A3A73">
            <w:r>
              <w:rPr>
                <w:rFonts w:hint="eastAsia"/>
              </w:rPr>
              <w:t xml:space="preserve">　　競争加入者</w:t>
            </w:r>
          </w:p>
        </w:tc>
        <w:tc>
          <w:tcPr>
            <w:tcW w:w="277" w:type="dxa"/>
            <w:tcBorders>
              <w:left w:val="dashed" w:sz="4" w:space="0" w:color="auto"/>
            </w:tcBorders>
          </w:tcPr>
          <w:p w:rsidR="00F475BC" w:rsidRDefault="00F475BC"/>
        </w:tc>
      </w:tr>
      <w:tr w:rsidR="00F475BC" w:rsidTr="00B574B1">
        <w:trPr>
          <w:trHeight w:val="340"/>
        </w:trPr>
        <w:tc>
          <w:tcPr>
            <w:tcW w:w="846" w:type="dxa"/>
            <w:tcBorders>
              <w:right w:val="dashed" w:sz="4" w:space="0" w:color="auto"/>
            </w:tcBorders>
          </w:tcPr>
          <w:p w:rsidR="00F475BC" w:rsidRDefault="009277E3">
            <w:r>
              <w:rPr>
                <w:rFonts w:hint="eastAsia"/>
              </w:rPr>
              <w:t>例</w:t>
            </w:r>
          </w:p>
        </w:tc>
        <w:tc>
          <w:tcPr>
            <w:tcW w:w="7371" w:type="dxa"/>
            <w:tcBorders>
              <w:left w:val="dashed" w:sz="4" w:space="0" w:color="auto"/>
              <w:right w:val="dashed" w:sz="4" w:space="0" w:color="auto"/>
            </w:tcBorders>
          </w:tcPr>
          <w:p w:rsidR="00F475BC" w:rsidRDefault="00D23688">
            <w:r>
              <w:rPr>
                <w:rFonts w:hint="eastAsia"/>
              </w:rPr>
              <w:t xml:space="preserve">　</w:t>
            </w:r>
            <w:r w:rsidR="007A3A73">
              <w:rPr>
                <w:rFonts w:hint="eastAsia"/>
              </w:rPr>
              <w:t xml:space="preserve">（住　</w:t>
            </w:r>
            <w:r>
              <w:rPr>
                <w:rFonts w:hint="eastAsia"/>
              </w:rPr>
              <w:t xml:space="preserve">　　</w:t>
            </w:r>
            <w:r w:rsidR="007A3A73">
              <w:rPr>
                <w:rFonts w:hint="eastAsia"/>
              </w:rPr>
              <w:t xml:space="preserve">　　所）　</w:t>
            </w:r>
            <w:r w:rsidR="009277E3">
              <w:rPr>
                <w:rFonts w:hint="eastAsia"/>
              </w:rPr>
              <w:t>○○県○○区（市）○○○○○○○○</w:t>
            </w:r>
          </w:p>
        </w:tc>
        <w:tc>
          <w:tcPr>
            <w:tcW w:w="277" w:type="dxa"/>
            <w:tcBorders>
              <w:left w:val="dashed" w:sz="4" w:space="0" w:color="auto"/>
            </w:tcBorders>
          </w:tcPr>
          <w:p w:rsidR="00F475BC" w:rsidRDefault="00F475BC"/>
        </w:tc>
      </w:tr>
      <w:tr w:rsidR="00F475BC" w:rsidTr="00B574B1">
        <w:trPr>
          <w:trHeight w:val="340"/>
        </w:trPr>
        <w:tc>
          <w:tcPr>
            <w:tcW w:w="846" w:type="dxa"/>
            <w:tcBorders>
              <w:right w:val="dashed" w:sz="4" w:space="0" w:color="auto"/>
            </w:tcBorders>
          </w:tcPr>
          <w:p w:rsidR="00F475BC" w:rsidRDefault="00F475BC"/>
        </w:tc>
        <w:tc>
          <w:tcPr>
            <w:tcW w:w="7371" w:type="dxa"/>
            <w:tcBorders>
              <w:left w:val="dashed" w:sz="4" w:space="0" w:color="auto"/>
              <w:bottom w:val="dotted" w:sz="4" w:space="0" w:color="auto"/>
              <w:right w:val="dashed" w:sz="4" w:space="0" w:color="auto"/>
            </w:tcBorders>
          </w:tcPr>
          <w:p w:rsidR="00F475BC" w:rsidRDefault="00D23688">
            <w:r>
              <w:rPr>
                <w:rFonts w:hint="eastAsia"/>
              </w:rPr>
              <w:t xml:space="preserve">　</w:t>
            </w:r>
            <w:r w:rsidR="007A3A73">
              <w:rPr>
                <w:rFonts w:hint="eastAsia"/>
              </w:rPr>
              <w:t>（商号または名称）</w:t>
            </w:r>
            <w:r>
              <w:rPr>
                <w:rFonts w:hint="eastAsia"/>
              </w:rPr>
              <w:t xml:space="preserve">　</w:t>
            </w:r>
            <w:r w:rsidR="009277E3">
              <w:rPr>
                <w:rFonts w:hint="eastAsia"/>
              </w:rPr>
              <w:t>○○○○株式会社</w:t>
            </w:r>
          </w:p>
        </w:tc>
        <w:tc>
          <w:tcPr>
            <w:tcW w:w="277" w:type="dxa"/>
            <w:tcBorders>
              <w:left w:val="dashed" w:sz="4" w:space="0" w:color="auto"/>
            </w:tcBorders>
          </w:tcPr>
          <w:p w:rsidR="00F475BC" w:rsidRDefault="00F475BC"/>
        </w:tc>
      </w:tr>
      <w:tr w:rsidR="00F475BC" w:rsidTr="00B574B1">
        <w:trPr>
          <w:trHeight w:val="340"/>
        </w:trPr>
        <w:tc>
          <w:tcPr>
            <w:tcW w:w="846" w:type="dxa"/>
            <w:tcBorders>
              <w:right w:val="dashed" w:sz="4" w:space="0" w:color="auto"/>
            </w:tcBorders>
          </w:tcPr>
          <w:p w:rsidR="00F475BC" w:rsidRDefault="00F475BC"/>
        </w:tc>
        <w:tc>
          <w:tcPr>
            <w:tcW w:w="7371" w:type="dxa"/>
            <w:tcBorders>
              <w:left w:val="dashed" w:sz="4" w:space="0" w:color="auto"/>
              <w:bottom w:val="dashed" w:sz="4" w:space="0" w:color="auto"/>
              <w:right w:val="dashed" w:sz="4" w:space="0" w:color="auto"/>
            </w:tcBorders>
          </w:tcPr>
          <w:p w:rsidR="00F475BC" w:rsidRDefault="009277E3">
            <w:r>
              <w:rPr>
                <w:rFonts w:hint="eastAsia"/>
              </w:rPr>
              <w:t xml:space="preserve">　</w:t>
            </w:r>
            <w:r w:rsidR="00D23688">
              <w:rPr>
                <w:rFonts w:hint="eastAsia"/>
              </w:rPr>
              <w:t xml:space="preserve">（氏　　　　　名）　</w:t>
            </w:r>
            <w:r>
              <w:rPr>
                <w:rFonts w:hint="eastAsia"/>
              </w:rPr>
              <w:t xml:space="preserve">　代表取締役　○　○　○　○　　印</w:t>
            </w:r>
          </w:p>
        </w:tc>
        <w:tc>
          <w:tcPr>
            <w:tcW w:w="277" w:type="dxa"/>
            <w:tcBorders>
              <w:left w:val="dashed" w:sz="4" w:space="0" w:color="auto"/>
            </w:tcBorders>
          </w:tcPr>
          <w:p w:rsidR="00F475BC" w:rsidRDefault="00F475BC"/>
        </w:tc>
      </w:tr>
    </w:tbl>
    <w:p w:rsidR="00DE7307" w:rsidRDefault="00DE7307"/>
    <w:p w:rsidR="00DE7307" w:rsidRDefault="00DE7307"/>
    <w:p w:rsidR="00DE7307" w:rsidRDefault="002A290B">
      <w:r>
        <w:rPr>
          <w:rFonts w:hint="eastAsia"/>
        </w:rPr>
        <w:t xml:space="preserve">（２）競争加入者から委任を受けた代理人が入札する場合　</w:t>
      </w:r>
    </w:p>
    <w:p w:rsidR="00202250" w:rsidRDefault="002A290B">
      <w:r>
        <w:rPr>
          <w:rFonts w:hint="eastAsia"/>
        </w:rPr>
        <w:t xml:space="preserve">　　　→競争加入者の住所、氏名または</w:t>
      </w:r>
      <w:r w:rsidR="00202250">
        <w:rPr>
          <w:rFonts w:hint="eastAsia"/>
        </w:rPr>
        <w:t>名称もしくは商号ならびに当該代理人の〔住所、〕</w:t>
      </w:r>
    </w:p>
    <w:p w:rsidR="002A290B" w:rsidRDefault="00202250" w:rsidP="00202250">
      <w:pPr>
        <w:ind w:firstLineChars="400" w:firstLine="840"/>
      </w:pPr>
      <w:r>
        <w:rPr>
          <w:rFonts w:hint="eastAsia"/>
        </w:rPr>
        <w:t>氏名及び押印のある入札書を代理人が提出</w:t>
      </w:r>
      <w:r w:rsidR="004D1A9B">
        <w:rPr>
          <w:rFonts w:hint="eastAsia"/>
        </w:rPr>
        <w:t xml:space="preserve">　　　　　　　　　　【記載例２】</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6"/>
        <w:gridCol w:w="7371"/>
        <w:gridCol w:w="277"/>
      </w:tblGrid>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993DCC" w:rsidRDefault="005F0299" w:rsidP="002430F1">
            <w:r>
              <w:rPr>
                <w:rFonts w:hint="eastAsia"/>
              </w:rPr>
              <w:t xml:space="preserve">　　</w:t>
            </w:r>
            <w:r w:rsidR="00932961">
              <w:rPr>
                <w:rFonts w:hint="eastAsia"/>
              </w:rPr>
              <w:t>競争加入者</w:t>
            </w:r>
          </w:p>
        </w:tc>
        <w:tc>
          <w:tcPr>
            <w:tcW w:w="277" w:type="dxa"/>
            <w:tcBorders>
              <w:left w:val="dashed" w:sz="4" w:space="0" w:color="auto"/>
            </w:tcBorders>
          </w:tcPr>
          <w:p w:rsidR="00993DCC" w:rsidRDefault="00993DCC" w:rsidP="00202250"/>
        </w:tc>
      </w:tr>
      <w:tr w:rsidR="002430F1" w:rsidTr="004E44C3">
        <w:trPr>
          <w:trHeight w:val="340"/>
        </w:trPr>
        <w:tc>
          <w:tcPr>
            <w:tcW w:w="846" w:type="dxa"/>
            <w:tcBorders>
              <w:right w:val="dashed" w:sz="4" w:space="0" w:color="auto"/>
            </w:tcBorders>
          </w:tcPr>
          <w:p w:rsidR="002430F1" w:rsidRDefault="00B630F5" w:rsidP="00202250">
            <w:r>
              <w:rPr>
                <w:rFonts w:hint="eastAsia"/>
              </w:rPr>
              <w:t>例１</w:t>
            </w:r>
          </w:p>
        </w:tc>
        <w:tc>
          <w:tcPr>
            <w:tcW w:w="7371" w:type="dxa"/>
            <w:tcBorders>
              <w:top w:val="dashed" w:sz="4" w:space="0" w:color="auto"/>
              <w:left w:val="dashed" w:sz="4" w:space="0" w:color="auto"/>
              <w:bottom w:val="dashed" w:sz="4" w:space="0" w:color="auto"/>
              <w:right w:val="dashed" w:sz="4" w:space="0" w:color="auto"/>
            </w:tcBorders>
          </w:tcPr>
          <w:p w:rsidR="002430F1" w:rsidRDefault="002430F1" w:rsidP="00932961">
            <w:r>
              <w:rPr>
                <w:rFonts w:hint="eastAsia"/>
              </w:rPr>
              <w:t xml:space="preserve">　</w:t>
            </w:r>
            <w:r w:rsidR="00932961">
              <w:rPr>
                <w:rFonts w:hint="eastAsia"/>
              </w:rPr>
              <w:t xml:space="preserve">（住　　　　　所）　</w:t>
            </w:r>
            <w:r>
              <w:rPr>
                <w:rFonts w:hint="eastAsia"/>
              </w:rPr>
              <w:t>○○県○○区（市）○○○○○○○○</w:t>
            </w:r>
          </w:p>
        </w:tc>
        <w:tc>
          <w:tcPr>
            <w:tcW w:w="277" w:type="dxa"/>
            <w:tcBorders>
              <w:left w:val="dashed" w:sz="4" w:space="0" w:color="auto"/>
            </w:tcBorders>
          </w:tcPr>
          <w:p w:rsidR="002430F1" w:rsidRDefault="002430F1" w:rsidP="00202250"/>
        </w:tc>
      </w:tr>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993DCC" w:rsidRDefault="005F0299" w:rsidP="00202250">
            <w:r>
              <w:rPr>
                <w:rFonts w:hint="eastAsia"/>
              </w:rPr>
              <w:t xml:space="preserve">　</w:t>
            </w:r>
            <w:r w:rsidR="005E7AEA">
              <w:rPr>
                <w:rFonts w:hint="eastAsia"/>
              </w:rPr>
              <w:t xml:space="preserve">（商号または名称）　</w:t>
            </w:r>
            <w:r>
              <w:rPr>
                <w:rFonts w:hint="eastAsia"/>
              </w:rPr>
              <w:t>○○○○株式会社</w:t>
            </w:r>
          </w:p>
        </w:tc>
        <w:tc>
          <w:tcPr>
            <w:tcW w:w="277" w:type="dxa"/>
            <w:tcBorders>
              <w:left w:val="dashed" w:sz="4" w:space="0" w:color="auto"/>
            </w:tcBorders>
          </w:tcPr>
          <w:p w:rsidR="00993DCC" w:rsidRDefault="00993DCC" w:rsidP="00202250"/>
        </w:tc>
      </w:tr>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993DCC" w:rsidRDefault="005E7AEA" w:rsidP="00202250">
            <w:r>
              <w:rPr>
                <w:rFonts w:hint="eastAsia"/>
              </w:rPr>
              <w:t xml:space="preserve">　（氏　　　　　名）　　</w:t>
            </w:r>
            <w:r w:rsidR="005F0299">
              <w:rPr>
                <w:rFonts w:hint="eastAsia"/>
              </w:rPr>
              <w:t>代表取締役　○　○　○　○　　【押印不要】</w:t>
            </w:r>
          </w:p>
        </w:tc>
        <w:tc>
          <w:tcPr>
            <w:tcW w:w="277" w:type="dxa"/>
            <w:tcBorders>
              <w:left w:val="dashed" w:sz="4" w:space="0" w:color="auto"/>
            </w:tcBorders>
          </w:tcPr>
          <w:p w:rsidR="00993DCC" w:rsidRDefault="00993DCC" w:rsidP="00202250"/>
        </w:tc>
      </w:tr>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691EEA" w:rsidRPr="005E7AEA" w:rsidRDefault="00691EEA" w:rsidP="00202250"/>
        </w:tc>
        <w:tc>
          <w:tcPr>
            <w:tcW w:w="277" w:type="dxa"/>
            <w:tcBorders>
              <w:left w:val="dashed" w:sz="4" w:space="0" w:color="auto"/>
            </w:tcBorders>
          </w:tcPr>
          <w:p w:rsidR="00993DCC" w:rsidRDefault="00993DCC" w:rsidP="00202250"/>
        </w:tc>
      </w:tr>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993DCC" w:rsidRDefault="00691EEA" w:rsidP="00202250">
            <w:r>
              <w:rPr>
                <w:rFonts w:hint="eastAsia"/>
              </w:rPr>
              <w:t xml:space="preserve">　　代理人</w:t>
            </w:r>
            <w:r w:rsidR="00D303BA">
              <w:rPr>
                <w:rFonts w:hint="eastAsia"/>
              </w:rPr>
              <w:t xml:space="preserve">　　　　　</w:t>
            </w:r>
            <w:r>
              <w:rPr>
                <w:rFonts w:hint="eastAsia"/>
              </w:rPr>
              <w:t>〔○○県○○区（市）○○○○○○○○〕　省略可</w:t>
            </w:r>
          </w:p>
        </w:tc>
        <w:tc>
          <w:tcPr>
            <w:tcW w:w="277" w:type="dxa"/>
            <w:tcBorders>
              <w:left w:val="dashed" w:sz="4" w:space="0" w:color="auto"/>
            </w:tcBorders>
          </w:tcPr>
          <w:p w:rsidR="00993DCC" w:rsidRDefault="00993DCC" w:rsidP="00202250"/>
        </w:tc>
      </w:tr>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993DCC" w:rsidRDefault="00691EEA" w:rsidP="00202250">
            <w:r>
              <w:rPr>
                <w:rFonts w:hint="eastAsia"/>
              </w:rPr>
              <w:t xml:space="preserve">　　　　　　　　　　</w:t>
            </w:r>
            <w:r w:rsidR="00D303BA">
              <w:rPr>
                <w:rFonts w:hint="eastAsia"/>
              </w:rPr>
              <w:t xml:space="preserve">　</w:t>
            </w:r>
            <w:r>
              <w:rPr>
                <w:rFonts w:hint="eastAsia"/>
              </w:rPr>
              <w:t>○○○○株式会社</w:t>
            </w:r>
          </w:p>
        </w:tc>
        <w:tc>
          <w:tcPr>
            <w:tcW w:w="277" w:type="dxa"/>
            <w:tcBorders>
              <w:left w:val="dashed" w:sz="4" w:space="0" w:color="auto"/>
            </w:tcBorders>
          </w:tcPr>
          <w:p w:rsidR="00993DCC" w:rsidRDefault="00993DCC" w:rsidP="00202250"/>
        </w:tc>
      </w:tr>
      <w:tr w:rsidR="00993DCC" w:rsidTr="004E44C3">
        <w:trPr>
          <w:trHeight w:val="340"/>
        </w:trPr>
        <w:tc>
          <w:tcPr>
            <w:tcW w:w="846" w:type="dxa"/>
            <w:tcBorders>
              <w:right w:val="dashed" w:sz="4" w:space="0" w:color="auto"/>
            </w:tcBorders>
          </w:tcPr>
          <w:p w:rsidR="00993DCC" w:rsidRDefault="00993DCC" w:rsidP="00202250"/>
        </w:tc>
        <w:tc>
          <w:tcPr>
            <w:tcW w:w="7371" w:type="dxa"/>
            <w:tcBorders>
              <w:top w:val="dashed" w:sz="4" w:space="0" w:color="auto"/>
              <w:left w:val="dashed" w:sz="4" w:space="0" w:color="auto"/>
              <w:bottom w:val="dashed" w:sz="4" w:space="0" w:color="auto"/>
              <w:right w:val="dashed" w:sz="4" w:space="0" w:color="auto"/>
            </w:tcBorders>
          </w:tcPr>
          <w:p w:rsidR="00993DCC" w:rsidRDefault="00691EEA" w:rsidP="00202250">
            <w:r>
              <w:rPr>
                <w:rFonts w:hint="eastAsia"/>
              </w:rPr>
              <w:t xml:space="preserve">　　　　　　　　　</w:t>
            </w:r>
            <w:r w:rsidR="00D303BA">
              <w:rPr>
                <w:rFonts w:hint="eastAsia"/>
              </w:rPr>
              <w:t xml:space="preserve">　</w:t>
            </w:r>
            <w:r>
              <w:rPr>
                <w:rFonts w:hint="eastAsia"/>
              </w:rPr>
              <w:t xml:space="preserve">　　○○</w:t>
            </w:r>
            <w:r w:rsidR="008D4AA5">
              <w:rPr>
                <w:rFonts w:hint="eastAsia"/>
              </w:rPr>
              <w:t>支店長　○　○　○　○　　印</w:t>
            </w:r>
          </w:p>
        </w:tc>
        <w:tc>
          <w:tcPr>
            <w:tcW w:w="277" w:type="dxa"/>
            <w:tcBorders>
              <w:left w:val="dashed" w:sz="4" w:space="0" w:color="auto"/>
            </w:tcBorders>
          </w:tcPr>
          <w:p w:rsidR="00993DCC" w:rsidRDefault="00993DCC" w:rsidP="00202250"/>
        </w:tc>
      </w:tr>
    </w:tbl>
    <w:p w:rsidR="00202250" w:rsidRDefault="00202250" w:rsidP="00202250"/>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6"/>
        <w:gridCol w:w="7371"/>
        <w:gridCol w:w="277"/>
      </w:tblGrid>
      <w:tr w:rsidR="00C5032E" w:rsidTr="004E44C3">
        <w:trPr>
          <w:trHeight w:val="340"/>
        </w:trPr>
        <w:tc>
          <w:tcPr>
            <w:tcW w:w="846" w:type="dxa"/>
            <w:tcBorders>
              <w:right w:val="dashed" w:sz="4" w:space="0" w:color="auto"/>
            </w:tcBorders>
          </w:tcPr>
          <w:p w:rsidR="00C5032E" w:rsidRDefault="00C5032E" w:rsidP="00C5032E"/>
        </w:tc>
        <w:tc>
          <w:tcPr>
            <w:tcW w:w="7371" w:type="dxa"/>
            <w:tcBorders>
              <w:top w:val="dashed" w:sz="4" w:space="0" w:color="auto"/>
              <w:left w:val="dashed" w:sz="4" w:space="0" w:color="auto"/>
              <w:right w:val="dashed" w:sz="4" w:space="0" w:color="auto"/>
            </w:tcBorders>
          </w:tcPr>
          <w:p w:rsidR="00C5032E" w:rsidRDefault="00932961" w:rsidP="00C5032E">
            <w:r>
              <w:rPr>
                <w:rFonts w:hint="eastAsia"/>
              </w:rPr>
              <w:t xml:space="preserve">　　競争加入者</w:t>
            </w:r>
          </w:p>
        </w:tc>
        <w:tc>
          <w:tcPr>
            <w:tcW w:w="277" w:type="dxa"/>
            <w:tcBorders>
              <w:left w:val="dashed" w:sz="4" w:space="0" w:color="auto"/>
            </w:tcBorders>
          </w:tcPr>
          <w:p w:rsidR="00C5032E" w:rsidRDefault="00C5032E" w:rsidP="00C5032E"/>
        </w:tc>
      </w:tr>
      <w:tr w:rsidR="00D303BA" w:rsidTr="004E44C3">
        <w:trPr>
          <w:trHeight w:val="340"/>
        </w:trPr>
        <w:tc>
          <w:tcPr>
            <w:tcW w:w="846" w:type="dxa"/>
            <w:tcBorders>
              <w:right w:val="dashed" w:sz="4" w:space="0" w:color="auto"/>
            </w:tcBorders>
          </w:tcPr>
          <w:p w:rsidR="00D303BA" w:rsidRDefault="00B630F5" w:rsidP="00D303BA">
            <w:r>
              <w:rPr>
                <w:rFonts w:hint="eastAsia"/>
              </w:rPr>
              <w:t>例２</w:t>
            </w:r>
          </w:p>
        </w:tc>
        <w:tc>
          <w:tcPr>
            <w:tcW w:w="7371" w:type="dxa"/>
            <w:tcBorders>
              <w:left w:val="dashed" w:sz="4" w:space="0" w:color="auto"/>
              <w:right w:val="dashed" w:sz="4" w:space="0" w:color="auto"/>
            </w:tcBorders>
          </w:tcPr>
          <w:p w:rsidR="00D303BA" w:rsidRDefault="00D303BA" w:rsidP="00D303BA">
            <w:r>
              <w:rPr>
                <w:rFonts w:hint="eastAsia"/>
              </w:rPr>
              <w:t xml:space="preserve">　（住　　　　　所）　○○県○○区（市）○○○○○○○○</w:t>
            </w:r>
          </w:p>
        </w:tc>
        <w:tc>
          <w:tcPr>
            <w:tcW w:w="277" w:type="dxa"/>
            <w:tcBorders>
              <w:left w:val="dashed" w:sz="4" w:space="0" w:color="auto"/>
            </w:tcBorders>
          </w:tcPr>
          <w:p w:rsidR="00D303BA" w:rsidRDefault="00D303BA" w:rsidP="00D303BA"/>
        </w:tc>
      </w:tr>
      <w:tr w:rsidR="00D303BA" w:rsidTr="004E44C3">
        <w:trPr>
          <w:trHeight w:val="340"/>
        </w:trPr>
        <w:tc>
          <w:tcPr>
            <w:tcW w:w="846" w:type="dxa"/>
            <w:tcBorders>
              <w:right w:val="dashed" w:sz="4" w:space="0" w:color="auto"/>
            </w:tcBorders>
          </w:tcPr>
          <w:p w:rsidR="00D303BA" w:rsidRDefault="00D303BA" w:rsidP="00D303BA"/>
        </w:tc>
        <w:tc>
          <w:tcPr>
            <w:tcW w:w="7371" w:type="dxa"/>
            <w:tcBorders>
              <w:left w:val="dashed" w:sz="4" w:space="0" w:color="auto"/>
              <w:right w:val="dashed" w:sz="4" w:space="0" w:color="auto"/>
            </w:tcBorders>
          </w:tcPr>
          <w:p w:rsidR="00D303BA" w:rsidRDefault="00D303BA" w:rsidP="00D303BA">
            <w:r>
              <w:rPr>
                <w:rFonts w:hint="eastAsia"/>
              </w:rPr>
              <w:t xml:space="preserve">　（商号または名称）　○○○○株式会社</w:t>
            </w:r>
          </w:p>
        </w:tc>
        <w:tc>
          <w:tcPr>
            <w:tcW w:w="277" w:type="dxa"/>
            <w:tcBorders>
              <w:left w:val="dashed" w:sz="4" w:space="0" w:color="auto"/>
            </w:tcBorders>
          </w:tcPr>
          <w:p w:rsidR="00D303BA" w:rsidRDefault="00D303BA" w:rsidP="00D303BA"/>
        </w:tc>
      </w:tr>
      <w:tr w:rsidR="00D303BA" w:rsidTr="004E44C3">
        <w:trPr>
          <w:trHeight w:val="340"/>
        </w:trPr>
        <w:tc>
          <w:tcPr>
            <w:tcW w:w="846" w:type="dxa"/>
            <w:tcBorders>
              <w:right w:val="dashed" w:sz="4" w:space="0" w:color="auto"/>
            </w:tcBorders>
          </w:tcPr>
          <w:p w:rsidR="00D303BA" w:rsidRDefault="00D303BA" w:rsidP="00D303BA"/>
        </w:tc>
        <w:tc>
          <w:tcPr>
            <w:tcW w:w="7371" w:type="dxa"/>
            <w:tcBorders>
              <w:left w:val="dashed" w:sz="4" w:space="0" w:color="auto"/>
              <w:right w:val="dashed" w:sz="4" w:space="0" w:color="auto"/>
            </w:tcBorders>
          </w:tcPr>
          <w:p w:rsidR="00D303BA" w:rsidRDefault="00D303BA" w:rsidP="00D303BA">
            <w:r>
              <w:rPr>
                <w:rFonts w:hint="eastAsia"/>
              </w:rPr>
              <w:t xml:space="preserve">　（氏　　　　　名）　　代表取締役　○　○　○　○　　【押印不要】</w:t>
            </w:r>
          </w:p>
        </w:tc>
        <w:tc>
          <w:tcPr>
            <w:tcW w:w="277" w:type="dxa"/>
            <w:tcBorders>
              <w:left w:val="dashed" w:sz="4" w:space="0" w:color="auto"/>
            </w:tcBorders>
          </w:tcPr>
          <w:p w:rsidR="00D303BA" w:rsidRDefault="00D303BA" w:rsidP="00D303BA"/>
        </w:tc>
      </w:tr>
      <w:tr w:rsidR="002430F1" w:rsidTr="004E44C3">
        <w:trPr>
          <w:trHeight w:val="340"/>
        </w:trPr>
        <w:tc>
          <w:tcPr>
            <w:tcW w:w="846" w:type="dxa"/>
            <w:tcBorders>
              <w:right w:val="dashed" w:sz="4" w:space="0" w:color="auto"/>
            </w:tcBorders>
          </w:tcPr>
          <w:p w:rsidR="002430F1" w:rsidRDefault="002430F1" w:rsidP="002430F1"/>
        </w:tc>
        <w:tc>
          <w:tcPr>
            <w:tcW w:w="7371" w:type="dxa"/>
            <w:tcBorders>
              <w:left w:val="dashed" w:sz="4" w:space="0" w:color="auto"/>
              <w:right w:val="dashed" w:sz="4" w:space="0" w:color="auto"/>
            </w:tcBorders>
          </w:tcPr>
          <w:p w:rsidR="002430F1" w:rsidRDefault="002430F1" w:rsidP="002430F1"/>
        </w:tc>
        <w:tc>
          <w:tcPr>
            <w:tcW w:w="277" w:type="dxa"/>
            <w:tcBorders>
              <w:left w:val="dashed" w:sz="4" w:space="0" w:color="auto"/>
            </w:tcBorders>
          </w:tcPr>
          <w:p w:rsidR="002430F1" w:rsidRDefault="002430F1" w:rsidP="002430F1"/>
        </w:tc>
      </w:tr>
      <w:tr w:rsidR="002430F1" w:rsidTr="004E44C3">
        <w:trPr>
          <w:trHeight w:val="340"/>
        </w:trPr>
        <w:tc>
          <w:tcPr>
            <w:tcW w:w="846" w:type="dxa"/>
            <w:tcBorders>
              <w:right w:val="dashed" w:sz="4" w:space="0" w:color="auto"/>
            </w:tcBorders>
          </w:tcPr>
          <w:p w:rsidR="002430F1" w:rsidRDefault="002430F1" w:rsidP="002430F1"/>
        </w:tc>
        <w:tc>
          <w:tcPr>
            <w:tcW w:w="7371" w:type="dxa"/>
            <w:tcBorders>
              <w:left w:val="dashed" w:sz="4" w:space="0" w:color="auto"/>
              <w:bottom w:val="dashed" w:sz="4" w:space="0" w:color="auto"/>
              <w:right w:val="dashed" w:sz="4" w:space="0" w:color="auto"/>
            </w:tcBorders>
          </w:tcPr>
          <w:p w:rsidR="002430F1" w:rsidRDefault="002430F1" w:rsidP="002430F1">
            <w:r>
              <w:rPr>
                <w:rFonts w:hint="eastAsia"/>
              </w:rPr>
              <w:t xml:space="preserve">　　代理人　　　　</w:t>
            </w:r>
            <w:r w:rsidR="00D303BA">
              <w:rPr>
                <w:rFonts w:hint="eastAsia"/>
              </w:rPr>
              <w:t xml:space="preserve">　</w:t>
            </w:r>
            <w:r>
              <w:rPr>
                <w:rFonts w:hint="eastAsia"/>
              </w:rPr>
              <w:t xml:space="preserve">　　○　○　○　○　　印</w:t>
            </w:r>
          </w:p>
        </w:tc>
        <w:tc>
          <w:tcPr>
            <w:tcW w:w="277" w:type="dxa"/>
            <w:tcBorders>
              <w:left w:val="dashed" w:sz="4" w:space="0" w:color="auto"/>
            </w:tcBorders>
          </w:tcPr>
          <w:p w:rsidR="002430F1" w:rsidRDefault="002430F1" w:rsidP="002430F1"/>
        </w:tc>
      </w:tr>
    </w:tbl>
    <w:p w:rsidR="00202250" w:rsidRDefault="00202250" w:rsidP="00202250"/>
    <w:p w:rsidR="00202250" w:rsidRDefault="00202250" w:rsidP="00202250"/>
    <w:p w:rsidR="005B7E7C" w:rsidRDefault="005B7E7C" w:rsidP="00202250"/>
    <w:p w:rsidR="005B7E7C" w:rsidRDefault="005B7E7C" w:rsidP="00202250"/>
    <w:p w:rsidR="005B7E7C" w:rsidRDefault="005B7E7C" w:rsidP="00202250"/>
    <w:p w:rsidR="005B7E7C" w:rsidRDefault="005B7E7C" w:rsidP="00202250"/>
    <w:p w:rsidR="005B7E7C" w:rsidRDefault="005B7E7C" w:rsidP="00202250"/>
    <w:p w:rsidR="005B7E7C" w:rsidRDefault="005B7E7C" w:rsidP="00202250"/>
    <w:p w:rsidR="009A0BC3" w:rsidRDefault="009A0BC3" w:rsidP="00202250"/>
    <w:p w:rsidR="009A0BC3" w:rsidRDefault="009A0BC3" w:rsidP="00202250"/>
    <w:p w:rsidR="00202250" w:rsidRDefault="00762C1A" w:rsidP="00202250">
      <w:r>
        <w:rPr>
          <w:rFonts w:hint="eastAsia"/>
        </w:rPr>
        <w:lastRenderedPageBreak/>
        <w:t>（３）復代理人が入札する場合</w:t>
      </w:r>
    </w:p>
    <w:p w:rsidR="00F64570" w:rsidRDefault="00762C1A" w:rsidP="00202250">
      <w:r>
        <w:rPr>
          <w:rFonts w:hint="eastAsia"/>
        </w:rPr>
        <w:t xml:space="preserve">　　　→競争加入者の住所、氏名または名称もしくは商号ならびに代理人の氏名または名称</w:t>
      </w:r>
    </w:p>
    <w:p w:rsidR="00202250" w:rsidRPr="00762C1A" w:rsidRDefault="00762C1A" w:rsidP="00F64570">
      <w:pPr>
        <w:ind w:firstLineChars="400" w:firstLine="840"/>
      </w:pPr>
      <w:r>
        <w:rPr>
          <w:rFonts w:hint="eastAsia"/>
        </w:rPr>
        <w:t>もしくは商号及び当該復代理人の押印のある入札書を復代理人が提出</w:t>
      </w:r>
      <w:r w:rsidR="004D1A9B">
        <w:rPr>
          <w:rFonts w:hint="eastAsia"/>
        </w:rPr>
        <w:t>【記載例３】</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846"/>
        <w:gridCol w:w="7371"/>
        <w:gridCol w:w="277"/>
      </w:tblGrid>
      <w:tr w:rsidR="00B630F5" w:rsidTr="00A76937">
        <w:trPr>
          <w:trHeight w:val="340"/>
        </w:trPr>
        <w:tc>
          <w:tcPr>
            <w:tcW w:w="846" w:type="dxa"/>
            <w:tcBorders>
              <w:right w:val="dashed" w:sz="4" w:space="0" w:color="auto"/>
            </w:tcBorders>
          </w:tcPr>
          <w:p w:rsidR="00B630F5" w:rsidRDefault="00B630F5" w:rsidP="00202250"/>
        </w:tc>
        <w:tc>
          <w:tcPr>
            <w:tcW w:w="7371" w:type="dxa"/>
            <w:tcBorders>
              <w:top w:val="dashed" w:sz="4" w:space="0" w:color="auto"/>
              <w:left w:val="dashed" w:sz="4" w:space="0" w:color="auto"/>
              <w:right w:val="dashed" w:sz="4" w:space="0" w:color="auto"/>
            </w:tcBorders>
          </w:tcPr>
          <w:p w:rsidR="00B630F5" w:rsidRDefault="007919EF" w:rsidP="007919EF">
            <w:pPr>
              <w:ind w:firstLineChars="200" w:firstLine="420"/>
            </w:pPr>
            <w:r>
              <w:rPr>
                <w:rFonts w:hint="eastAsia"/>
              </w:rPr>
              <w:t>競争加入者</w:t>
            </w:r>
          </w:p>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r>
              <w:rPr>
                <w:rFonts w:hint="eastAsia"/>
              </w:rPr>
              <w:t>例３</w:t>
            </w:r>
          </w:p>
        </w:tc>
        <w:tc>
          <w:tcPr>
            <w:tcW w:w="7371" w:type="dxa"/>
            <w:tcBorders>
              <w:left w:val="dashed" w:sz="4" w:space="0" w:color="auto"/>
              <w:right w:val="dashed" w:sz="4" w:space="0" w:color="auto"/>
            </w:tcBorders>
          </w:tcPr>
          <w:p w:rsidR="007919EF" w:rsidRDefault="007919EF" w:rsidP="00202250">
            <w:r>
              <w:rPr>
                <w:rFonts w:hint="eastAsia"/>
              </w:rPr>
              <w:t xml:space="preserve">　（住　　　　　所）</w:t>
            </w:r>
            <w:r w:rsidR="009B0E3F">
              <w:rPr>
                <w:rFonts w:hint="eastAsia"/>
              </w:rPr>
              <w:t xml:space="preserve">　○○県○○区（市）○○○○○○○○</w:t>
            </w:r>
          </w:p>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tc>
        <w:tc>
          <w:tcPr>
            <w:tcW w:w="7371" w:type="dxa"/>
            <w:tcBorders>
              <w:left w:val="dashed" w:sz="4" w:space="0" w:color="auto"/>
              <w:right w:val="dashed" w:sz="4" w:space="0" w:color="auto"/>
            </w:tcBorders>
          </w:tcPr>
          <w:p w:rsidR="00B630F5" w:rsidRDefault="007919EF" w:rsidP="00202250">
            <w:r>
              <w:rPr>
                <w:rFonts w:hint="eastAsia"/>
              </w:rPr>
              <w:t xml:space="preserve">　（商号または名称）</w:t>
            </w:r>
            <w:r w:rsidR="009B0E3F">
              <w:rPr>
                <w:rFonts w:hint="eastAsia"/>
              </w:rPr>
              <w:t xml:space="preserve">　○○○○株式会社</w:t>
            </w:r>
          </w:p>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tc>
        <w:tc>
          <w:tcPr>
            <w:tcW w:w="7371" w:type="dxa"/>
            <w:tcBorders>
              <w:left w:val="dashed" w:sz="4" w:space="0" w:color="auto"/>
              <w:right w:val="dashed" w:sz="4" w:space="0" w:color="auto"/>
            </w:tcBorders>
          </w:tcPr>
          <w:p w:rsidR="00B630F5" w:rsidRDefault="007919EF" w:rsidP="00202250">
            <w:r>
              <w:rPr>
                <w:rFonts w:hint="eastAsia"/>
              </w:rPr>
              <w:t xml:space="preserve">　（氏　　　　　名）</w:t>
            </w:r>
            <w:r w:rsidR="009B0E3F">
              <w:rPr>
                <w:rFonts w:hint="eastAsia"/>
              </w:rPr>
              <w:t xml:space="preserve">　　代表取締役　○　○　○　○　　【押印不要】</w:t>
            </w:r>
          </w:p>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tc>
        <w:tc>
          <w:tcPr>
            <w:tcW w:w="7371" w:type="dxa"/>
            <w:tcBorders>
              <w:left w:val="dashed" w:sz="4" w:space="0" w:color="auto"/>
              <w:right w:val="dashed" w:sz="4" w:space="0" w:color="auto"/>
            </w:tcBorders>
          </w:tcPr>
          <w:p w:rsidR="00B630F5" w:rsidRDefault="00B630F5" w:rsidP="00202250"/>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tc>
        <w:tc>
          <w:tcPr>
            <w:tcW w:w="7371" w:type="dxa"/>
            <w:tcBorders>
              <w:left w:val="dashed" w:sz="4" w:space="0" w:color="auto"/>
              <w:right w:val="dashed" w:sz="4" w:space="0" w:color="auto"/>
            </w:tcBorders>
          </w:tcPr>
          <w:p w:rsidR="00B630F5" w:rsidRDefault="009B0E3F" w:rsidP="00202250">
            <w:r>
              <w:rPr>
                <w:rFonts w:hint="eastAsia"/>
              </w:rPr>
              <w:t xml:space="preserve">　　代理人</w:t>
            </w:r>
            <w:r w:rsidR="004E63E4">
              <w:rPr>
                <w:rFonts w:hint="eastAsia"/>
              </w:rPr>
              <w:t xml:space="preserve">　　　　　〔○○県○○区（市）○○○○○○〕　省略可</w:t>
            </w:r>
          </w:p>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tc>
        <w:tc>
          <w:tcPr>
            <w:tcW w:w="7371" w:type="dxa"/>
            <w:tcBorders>
              <w:left w:val="dashed" w:sz="4" w:space="0" w:color="auto"/>
              <w:right w:val="dashed" w:sz="4" w:space="0" w:color="auto"/>
            </w:tcBorders>
          </w:tcPr>
          <w:p w:rsidR="00B630F5" w:rsidRDefault="004E63E4" w:rsidP="00202250">
            <w:r>
              <w:rPr>
                <w:rFonts w:hint="eastAsia"/>
              </w:rPr>
              <w:t xml:space="preserve">　　　　　　　　　　　○○○○株式会社</w:t>
            </w:r>
          </w:p>
        </w:tc>
        <w:tc>
          <w:tcPr>
            <w:tcW w:w="277" w:type="dxa"/>
            <w:tcBorders>
              <w:left w:val="dashed" w:sz="4" w:space="0" w:color="auto"/>
            </w:tcBorders>
          </w:tcPr>
          <w:p w:rsidR="00B630F5" w:rsidRDefault="00B630F5" w:rsidP="00202250"/>
        </w:tc>
      </w:tr>
      <w:tr w:rsidR="00B630F5" w:rsidTr="00A76937">
        <w:trPr>
          <w:trHeight w:val="340"/>
        </w:trPr>
        <w:tc>
          <w:tcPr>
            <w:tcW w:w="846" w:type="dxa"/>
            <w:tcBorders>
              <w:right w:val="dashed" w:sz="4" w:space="0" w:color="auto"/>
            </w:tcBorders>
          </w:tcPr>
          <w:p w:rsidR="00B630F5" w:rsidRDefault="00B630F5" w:rsidP="00202250"/>
        </w:tc>
        <w:tc>
          <w:tcPr>
            <w:tcW w:w="7371" w:type="dxa"/>
            <w:tcBorders>
              <w:left w:val="dashed" w:sz="4" w:space="0" w:color="auto"/>
              <w:right w:val="dashed" w:sz="4" w:space="0" w:color="auto"/>
            </w:tcBorders>
          </w:tcPr>
          <w:p w:rsidR="00B630F5" w:rsidRDefault="004E63E4" w:rsidP="00202250">
            <w:r>
              <w:rPr>
                <w:rFonts w:hint="eastAsia"/>
              </w:rPr>
              <w:t xml:space="preserve">　　　　　　　　　　　　○○支店長　○　○　○　○　　</w:t>
            </w:r>
            <w:r w:rsidR="00E507E4">
              <w:rPr>
                <w:rFonts w:hint="eastAsia"/>
              </w:rPr>
              <w:t>【押印不要】</w:t>
            </w:r>
          </w:p>
        </w:tc>
        <w:tc>
          <w:tcPr>
            <w:tcW w:w="277" w:type="dxa"/>
            <w:tcBorders>
              <w:left w:val="dashed" w:sz="4" w:space="0" w:color="auto"/>
            </w:tcBorders>
          </w:tcPr>
          <w:p w:rsidR="00B630F5" w:rsidRDefault="00B630F5" w:rsidP="00202250"/>
        </w:tc>
      </w:tr>
      <w:tr w:rsidR="004E63E4" w:rsidTr="00A76937">
        <w:trPr>
          <w:trHeight w:val="340"/>
        </w:trPr>
        <w:tc>
          <w:tcPr>
            <w:tcW w:w="846" w:type="dxa"/>
            <w:tcBorders>
              <w:right w:val="dashed" w:sz="4" w:space="0" w:color="auto"/>
            </w:tcBorders>
          </w:tcPr>
          <w:p w:rsidR="004E63E4" w:rsidRDefault="004E63E4" w:rsidP="00202250"/>
        </w:tc>
        <w:tc>
          <w:tcPr>
            <w:tcW w:w="7371" w:type="dxa"/>
            <w:tcBorders>
              <w:left w:val="dashed" w:sz="4" w:space="0" w:color="auto"/>
              <w:bottom w:val="dotted" w:sz="4" w:space="0" w:color="auto"/>
              <w:right w:val="dashed" w:sz="4" w:space="0" w:color="auto"/>
            </w:tcBorders>
          </w:tcPr>
          <w:p w:rsidR="004E63E4" w:rsidRDefault="004E63E4" w:rsidP="00202250"/>
        </w:tc>
        <w:tc>
          <w:tcPr>
            <w:tcW w:w="277" w:type="dxa"/>
            <w:tcBorders>
              <w:left w:val="dashed" w:sz="4" w:space="0" w:color="auto"/>
            </w:tcBorders>
          </w:tcPr>
          <w:p w:rsidR="004E63E4" w:rsidRDefault="004E63E4" w:rsidP="00202250"/>
        </w:tc>
      </w:tr>
      <w:tr w:rsidR="004E63E4" w:rsidTr="00A76937">
        <w:trPr>
          <w:trHeight w:val="340"/>
        </w:trPr>
        <w:tc>
          <w:tcPr>
            <w:tcW w:w="846" w:type="dxa"/>
            <w:tcBorders>
              <w:right w:val="dashed" w:sz="4" w:space="0" w:color="auto"/>
            </w:tcBorders>
          </w:tcPr>
          <w:p w:rsidR="004E63E4" w:rsidRDefault="004E63E4" w:rsidP="00202250"/>
        </w:tc>
        <w:tc>
          <w:tcPr>
            <w:tcW w:w="7371" w:type="dxa"/>
            <w:tcBorders>
              <w:left w:val="dashed" w:sz="4" w:space="0" w:color="auto"/>
              <w:bottom w:val="dashed" w:sz="4" w:space="0" w:color="auto"/>
              <w:right w:val="dashed" w:sz="4" w:space="0" w:color="auto"/>
            </w:tcBorders>
          </w:tcPr>
          <w:p w:rsidR="004E63E4" w:rsidRDefault="00B22628" w:rsidP="00202250">
            <w:r>
              <w:rPr>
                <w:rFonts w:hint="eastAsia"/>
              </w:rPr>
              <w:t xml:space="preserve">　　復代理人　　　　　　○　○　○　○　　印</w:t>
            </w:r>
          </w:p>
        </w:tc>
        <w:tc>
          <w:tcPr>
            <w:tcW w:w="277" w:type="dxa"/>
            <w:tcBorders>
              <w:left w:val="dashed" w:sz="4" w:space="0" w:color="auto"/>
            </w:tcBorders>
          </w:tcPr>
          <w:p w:rsidR="004E63E4" w:rsidRDefault="004E63E4" w:rsidP="00202250"/>
        </w:tc>
      </w:tr>
    </w:tbl>
    <w:p w:rsidR="00202250" w:rsidRDefault="00202250" w:rsidP="00202250"/>
    <w:p w:rsidR="00202250" w:rsidRDefault="001D298E" w:rsidP="00202250">
      <w:r>
        <w:rPr>
          <w:rFonts w:hint="eastAsia"/>
        </w:rPr>
        <w:t>※</w:t>
      </w:r>
      <w:r w:rsidRPr="001D298E">
        <w:rPr>
          <w:rFonts w:hint="eastAsia"/>
          <w:u w:val="wave"/>
        </w:rPr>
        <w:t>入札書算出内訳がある場合は、入札書と算出内訳を糊付けし、割り印を押印すること。</w:t>
      </w:r>
    </w:p>
    <w:p w:rsidR="00202250" w:rsidRDefault="00202250" w:rsidP="00202250"/>
    <w:p w:rsidR="00202250" w:rsidRDefault="00202250" w:rsidP="00202250"/>
    <w:p w:rsidR="00202250" w:rsidRDefault="00202250" w:rsidP="00202250"/>
    <w:p w:rsidR="00202250" w:rsidRDefault="00202250" w:rsidP="00202250"/>
    <w:p w:rsidR="00202250" w:rsidRDefault="00202250" w:rsidP="00202250"/>
    <w:p w:rsidR="00202250" w:rsidRPr="00202250" w:rsidRDefault="00202250" w:rsidP="00202250"/>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DE7307" w:rsidRDefault="00DE7307"/>
    <w:p w:rsidR="0023706B" w:rsidRDefault="0023706B"/>
    <w:p w:rsidR="0023706B" w:rsidRDefault="0023706B"/>
    <w:p w:rsidR="0023706B" w:rsidRDefault="0023706B"/>
    <w:p w:rsidR="0023706B" w:rsidRDefault="0023706B"/>
    <w:p w:rsidR="0023706B" w:rsidRDefault="0023706B"/>
    <w:p w:rsidR="0023706B" w:rsidRDefault="0023706B"/>
    <w:p w:rsidR="0023706B" w:rsidRDefault="0023706B"/>
    <w:p w:rsidR="0023706B" w:rsidRDefault="0023706B"/>
    <w:p w:rsidR="009A0BC3" w:rsidRDefault="009A0BC3"/>
    <w:p w:rsidR="0023706B" w:rsidRDefault="0023706B" w:rsidP="0023706B">
      <w:r>
        <w:rPr>
          <w:rFonts w:hint="eastAsia"/>
        </w:rPr>
        <w:lastRenderedPageBreak/>
        <w:t>２．委任状の記入について</w:t>
      </w:r>
    </w:p>
    <w:p w:rsidR="002C2045" w:rsidRDefault="002C2045" w:rsidP="0023706B">
      <w:r>
        <w:rPr>
          <w:rFonts w:hint="eastAsia"/>
        </w:rPr>
        <w:t xml:space="preserve">　　→記載例（様式及び記載内容）であり、必要に応じ適宜追加・修正等（委任者が任意の書式で</w:t>
      </w:r>
    </w:p>
    <w:p w:rsidR="002C2045" w:rsidRDefault="002C2045" w:rsidP="002C2045">
      <w:pPr>
        <w:ind w:firstLineChars="300" w:firstLine="630"/>
      </w:pPr>
      <w:r>
        <w:rPr>
          <w:rFonts w:hint="eastAsia"/>
        </w:rPr>
        <w:t>作成するものを含む。）があっても差し支えない。</w:t>
      </w:r>
    </w:p>
    <w:p w:rsidR="002C2045" w:rsidRDefault="002C2045" w:rsidP="0023706B"/>
    <w:p w:rsidR="0023706B" w:rsidRDefault="0023706B">
      <w:r>
        <w:rPr>
          <w:rFonts w:hint="eastAsia"/>
        </w:rPr>
        <w:t>（１）社員等が入札の都度競争加入者の代理人となる場合</w:t>
      </w:r>
      <w:r w:rsidR="00A96294">
        <w:rPr>
          <w:rFonts w:hint="eastAsia"/>
        </w:rPr>
        <w:t xml:space="preserve">　　　【記載例１】</w:t>
      </w:r>
    </w:p>
    <w:p w:rsidR="00A96294" w:rsidRPr="0023706B" w:rsidRDefault="00A96294"/>
    <w:p w:rsidR="0023706B" w:rsidRDefault="00DB2DC9" w:rsidP="00DB2DC9">
      <w:pPr>
        <w:jc w:val="center"/>
      </w:pPr>
      <w:r>
        <w:rPr>
          <w:rFonts w:hint="eastAsia"/>
        </w:rPr>
        <w:t>委　　　　　　　任　　　　　　状</w:t>
      </w:r>
    </w:p>
    <w:p w:rsidR="0023706B" w:rsidRDefault="0023706B"/>
    <w:p w:rsidR="0023706B" w:rsidRDefault="0023706B"/>
    <w:p w:rsidR="0023706B" w:rsidRDefault="00DB2DC9" w:rsidP="00DB2DC9">
      <w:pPr>
        <w:jc w:val="right"/>
      </w:pPr>
      <w:r>
        <w:rPr>
          <w:rFonts w:hint="eastAsia"/>
        </w:rPr>
        <w:t>令和○○年○○月○○日</w:t>
      </w:r>
    </w:p>
    <w:p w:rsidR="0023706B" w:rsidRDefault="0023706B"/>
    <w:p w:rsidR="0023706B" w:rsidRDefault="00DB2DC9" w:rsidP="00DB2DC9">
      <w:pPr>
        <w:ind w:firstLineChars="300" w:firstLine="630"/>
      </w:pPr>
      <w:r>
        <w:rPr>
          <w:rFonts w:hint="eastAsia"/>
        </w:rPr>
        <w:t>浜　松　医　科　大　学　　御　中</w:t>
      </w:r>
    </w:p>
    <w:p w:rsidR="0023706B" w:rsidRDefault="0023706B"/>
    <w:p w:rsidR="0023706B" w:rsidRDefault="0059061A" w:rsidP="0059061A">
      <w:pPr>
        <w:ind w:firstLineChars="1500" w:firstLine="3150"/>
      </w:pPr>
      <w:r>
        <w:rPr>
          <w:rFonts w:hint="eastAsia"/>
        </w:rPr>
        <w:t>委任者（競争加入者）</w:t>
      </w:r>
      <w:r w:rsidR="00776757">
        <w:rPr>
          <w:rFonts w:hint="eastAsia"/>
        </w:rPr>
        <w:t>○○県○○区（市）○○１－１－１</w:t>
      </w:r>
    </w:p>
    <w:p w:rsidR="0023706B" w:rsidRDefault="00776757">
      <w:r>
        <w:rPr>
          <w:rFonts w:hint="eastAsia"/>
        </w:rPr>
        <w:t xml:space="preserve">　　　　　　　　　　</w:t>
      </w:r>
      <w:r w:rsidR="0059061A">
        <w:rPr>
          <w:rFonts w:hint="eastAsia"/>
        </w:rPr>
        <w:t xml:space="preserve">　　　　　　　　　　　　　　　</w:t>
      </w:r>
      <w:r>
        <w:rPr>
          <w:rFonts w:hint="eastAsia"/>
        </w:rPr>
        <w:t>○○株式会社</w:t>
      </w:r>
    </w:p>
    <w:p w:rsidR="0023706B" w:rsidRDefault="00776757">
      <w:r>
        <w:rPr>
          <w:rFonts w:hint="eastAsia"/>
        </w:rPr>
        <w:t xml:space="preserve">　　　　　　　　　　　</w:t>
      </w:r>
      <w:r w:rsidR="0059061A">
        <w:rPr>
          <w:rFonts w:hint="eastAsia"/>
        </w:rPr>
        <w:t xml:space="preserve">　　　　　　　　　　　　　　　</w:t>
      </w:r>
      <w:r>
        <w:rPr>
          <w:rFonts w:hint="eastAsia"/>
        </w:rPr>
        <w:t>代表取締役　○○○○○　　印</w:t>
      </w:r>
    </w:p>
    <w:p w:rsidR="0023706B" w:rsidRDefault="0023706B"/>
    <w:p w:rsidR="0023706B" w:rsidRDefault="0023706B"/>
    <w:p w:rsidR="0023706B" w:rsidRDefault="00776757">
      <w:r>
        <w:rPr>
          <w:rFonts w:hint="eastAsia"/>
        </w:rPr>
        <w:t xml:space="preserve">　私は、○○○○○を代理人と定め、貴学との間における下記の事項に関し、一切の権限を委任します。</w:t>
      </w:r>
    </w:p>
    <w:p w:rsidR="0023706B" w:rsidRDefault="0023706B"/>
    <w:p w:rsidR="0023706B" w:rsidRDefault="0023706B"/>
    <w:p w:rsidR="0023706B" w:rsidRDefault="00A64034" w:rsidP="00A64034">
      <w:pPr>
        <w:jc w:val="center"/>
      </w:pPr>
      <w:r>
        <w:rPr>
          <w:rFonts w:hint="eastAsia"/>
        </w:rPr>
        <w:t>記</w:t>
      </w:r>
    </w:p>
    <w:p w:rsidR="0023706B" w:rsidRDefault="0023706B"/>
    <w:p w:rsidR="0023706B" w:rsidRDefault="0023706B"/>
    <w:p w:rsidR="00A64034" w:rsidRDefault="00A64034">
      <w:r>
        <w:rPr>
          <w:rFonts w:hint="eastAsia"/>
        </w:rPr>
        <w:t>事　項　名　　　令和○○年○○月○○日浜松医科大学において行われる</w:t>
      </w:r>
      <w:r w:rsidR="00E55F2A">
        <w:rPr>
          <w:rFonts w:hint="eastAsia"/>
        </w:rPr>
        <w:t>「</w:t>
      </w:r>
      <w:r>
        <w:rPr>
          <w:rFonts w:hint="eastAsia"/>
        </w:rPr>
        <w:t>○○○○○○○</w:t>
      </w:r>
    </w:p>
    <w:p w:rsidR="0023706B" w:rsidRDefault="00A64034" w:rsidP="00A64034">
      <w:pPr>
        <w:ind w:firstLineChars="700" w:firstLine="1470"/>
      </w:pPr>
      <w:r>
        <w:rPr>
          <w:rFonts w:hint="eastAsia"/>
        </w:rPr>
        <w:t>○</w:t>
      </w:r>
      <w:r w:rsidR="00E55F2A">
        <w:rPr>
          <w:rFonts w:hint="eastAsia"/>
        </w:rPr>
        <w:t>」</w:t>
      </w:r>
      <w:r>
        <w:rPr>
          <w:rFonts w:hint="eastAsia"/>
        </w:rPr>
        <w:t>の一般競争入札及び見積に関する件</w:t>
      </w:r>
    </w:p>
    <w:p w:rsidR="0023706B" w:rsidRPr="00A64034" w:rsidRDefault="0023706B"/>
    <w:p w:rsidR="0023706B" w:rsidRDefault="0023706B"/>
    <w:p w:rsidR="0023706B" w:rsidRDefault="00A64034">
      <w:r>
        <w:rPr>
          <w:rFonts w:hint="eastAsia"/>
        </w:rPr>
        <w:t xml:space="preserve">　</w:t>
      </w:r>
      <w:r w:rsidR="008C4EDA">
        <w:rPr>
          <w:rFonts w:hint="eastAsia"/>
        </w:rPr>
        <w:t>受任者（代理人）使用印鑑</w:t>
      </w:r>
    </w:p>
    <w:p w:rsidR="0023706B" w:rsidRDefault="0023706B"/>
    <w:tbl>
      <w:tblPr>
        <w:tblStyle w:val="a3"/>
        <w:tblW w:w="0" w:type="auto"/>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2689"/>
        <w:gridCol w:w="3685"/>
        <w:gridCol w:w="2693"/>
      </w:tblGrid>
      <w:tr w:rsidR="00E55F2A" w:rsidTr="006354CA">
        <w:trPr>
          <w:trHeight w:val="2312"/>
        </w:trPr>
        <w:tc>
          <w:tcPr>
            <w:tcW w:w="2689" w:type="dxa"/>
          </w:tcPr>
          <w:p w:rsidR="00E55F2A" w:rsidRDefault="00E55F2A"/>
        </w:tc>
        <w:tc>
          <w:tcPr>
            <w:tcW w:w="3685" w:type="dxa"/>
            <w:tcBorders>
              <w:top w:val="single" w:sz="4" w:space="0" w:color="auto"/>
              <w:bottom w:val="single" w:sz="4" w:space="0" w:color="auto"/>
            </w:tcBorders>
          </w:tcPr>
          <w:p w:rsidR="00E55F2A" w:rsidRDefault="00E55F2A"/>
          <w:p w:rsidR="001C1E84" w:rsidRDefault="001C1E84"/>
          <w:p w:rsidR="001C1E84" w:rsidRDefault="001C1E84"/>
          <w:p w:rsidR="001C1E84" w:rsidRDefault="001C1E84" w:rsidP="001C1E84">
            <w:pPr>
              <w:jc w:val="center"/>
            </w:pPr>
            <w:r>
              <w:rPr>
                <w:rFonts w:hint="eastAsia"/>
              </w:rPr>
              <w:t>印</w:t>
            </w:r>
          </w:p>
          <w:p w:rsidR="001C1E84" w:rsidRDefault="001C1E84"/>
          <w:p w:rsidR="001C1E84" w:rsidRDefault="001C1E84"/>
          <w:p w:rsidR="001C1E84" w:rsidRDefault="001C1E84"/>
        </w:tc>
        <w:tc>
          <w:tcPr>
            <w:tcW w:w="2693" w:type="dxa"/>
          </w:tcPr>
          <w:p w:rsidR="00E55F2A" w:rsidRDefault="00E55F2A"/>
        </w:tc>
      </w:tr>
    </w:tbl>
    <w:p w:rsidR="009A0BC3" w:rsidRDefault="009A0BC3"/>
    <w:p w:rsidR="0023706B" w:rsidRDefault="001C1E84">
      <w:r>
        <w:rPr>
          <w:rFonts w:hint="eastAsia"/>
        </w:rPr>
        <w:lastRenderedPageBreak/>
        <w:t>（２）支店等の社員等が入札の都度競争加入者の復代理人となる場合　　　【記載例２】</w:t>
      </w:r>
    </w:p>
    <w:p w:rsidR="00D95E76" w:rsidRPr="0023706B" w:rsidRDefault="00D95E76" w:rsidP="00D95E76"/>
    <w:p w:rsidR="00D95E76" w:rsidRDefault="00D95E76" w:rsidP="00D95E76">
      <w:pPr>
        <w:jc w:val="center"/>
      </w:pPr>
      <w:r>
        <w:rPr>
          <w:rFonts w:hint="eastAsia"/>
        </w:rPr>
        <w:t>委　　　　　　　任　　　　　　状</w:t>
      </w:r>
    </w:p>
    <w:p w:rsidR="00D95E76" w:rsidRDefault="00D95E76" w:rsidP="00D95E76"/>
    <w:p w:rsidR="00D95E76" w:rsidRDefault="00D95E76" w:rsidP="00D95E76"/>
    <w:p w:rsidR="00D95E76" w:rsidRDefault="00D95E76" w:rsidP="00D95E76">
      <w:pPr>
        <w:jc w:val="right"/>
      </w:pPr>
      <w:r>
        <w:rPr>
          <w:rFonts w:hint="eastAsia"/>
        </w:rPr>
        <w:t>令和○○年○○月○○日</w:t>
      </w:r>
    </w:p>
    <w:p w:rsidR="00D95E76" w:rsidRDefault="00D95E76" w:rsidP="00D95E76"/>
    <w:p w:rsidR="00D95E76" w:rsidRDefault="00D95E76" w:rsidP="00D95E76">
      <w:pPr>
        <w:ind w:firstLineChars="300" w:firstLine="630"/>
      </w:pPr>
      <w:r>
        <w:rPr>
          <w:rFonts w:hint="eastAsia"/>
        </w:rPr>
        <w:t>浜　松　医　科　大　学　　御　中</w:t>
      </w:r>
    </w:p>
    <w:p w:rsidR="00D95E76" w:rsidRDefault="00D95E76" w:rsidP="00D95E76"/>
    <w:p w:rsidR="00D95E76" w:rsidRDefault="00BD29EF" w:rsidP="00FB5A4F">
      <w:pPr>
        <w:ind w:firstLineChars="1100" w:firstLine="2310"/>
      </w:pPr>
      <w:r>
        <w:rPr>
          <w:rFonts w:hint="eastAsia"/>
        </w:rPr>
        <w:t>委任者（競争加入者の代理人）△△県△△市○○２－２－２</w:t>
      </w:r>
    </w:p>
    <w:p w:rsidR="0023706B" w:rsidRDefault="00BD29EF">
      <w:r>
        <w:rPr>
          <w:rFonts w:hint="eastAsia"/>
        </w:rPr>
        <w:t xml:space="preserve">　</w:t>
      </w:r>
      <w:r w:rsidR="00FB5A4F">
        <w:rPr>
          <w:rFonts w:hint="eastAsia"/>
        </w:rPr>
        <w:t xml:space="preserve">　　　　　　　　　　　</w:t>
      </w:r>
      <w:r>
        <w:rPr>
          <w:rFonts w:hint="eastAsia"/>
        </w:rPr>
        <w:t xml:space="preserve">　　　　　　　　　　　　　○○株式会社</w:t>
      </w:r>
    </w:p>
    <w:p w:rsidR="00BD29EF" w:rsidRDefault="00BD29EF">
      <w:r>
        <w:rPr>
          <w:rFonts w:hint="eastAsia"/>
        </w:rPr>
        <w:t xml:space="preserve">　</w:t>
      </w:r>
      <w:r w:rsidR="00FB5A4F">
        <w:rPr>
          <w:rFonts w:hint="eastAsia"/>
        </w:rPr>
        <w:t xml:space="preserve">　　　　　　　　　　　</w:t>
      </w:r>
      <w:r>
        <w:rPr>
          <w:rFonts w:hint="eastAsia"/>
        </w:rPr>
        <w:t xml:space="preserve">　　　　　　　　　　　　　　△△支店長　◇◇◇◇◇　　印</w:t>
      </w:r>
    </w:p>
    <w:p w:rsidR="00BD29EF" w:rsidRDefault="00BD29EF"/>
    <w:p w:rsidR="00BD29EF" w:rsidRDefault="006D4C6E" w:rsidP="006D4C6E">
      <w:pPr>
        <w:ind w:firstLine="210"/>
      </w:pPr>
      <w:r>
        <w:rPr>
          <w:rFonts w:hint="eastAsia"/>
        </w:rPr>
        <w:t>私は、▽▽▽▽▽を○○株式会社代表取締役○○○○○（競争加入者）の復代理人と定め、貴学との間における下記の事項に関し、一切の権限を委任します。</w:t>
      </w:r>
    </w:p>
    <w:p w:rsidR="006D4C6E" w:rsidRDefault="006D4C6E" w:rsidP="006D4C6E"/>
    <w:p w:rsidR="006D4C6E" w:rsidRDefault="006D4C6E" w:rsidP="006D4C6E">
      <w:pPr>
        <w:pStyle w:val="a4"/>
      </w:pPr>
      <w:r>
        <w:rPr>
          <w:rFonts w:hint="eastAsia"/>
        </w:rPr>
        <w:t>記</w:t>
      </w:r>
    </w:p>
    <w:p w:rsidR="006D4C6E" w:rsidRDefault="006D4C6E" w:rsidP="006D4C6E"/>
    <w:p w:rsidR="000673DF" w:rsidRDefault="006D4C6E" w:rsidP="000673DF">
      <w:r>
        <w:rPr>
          <w:rFonts w:hint="eastAsia"/>
        </w:rPr>
        <w:t xml:space="preserve">　</w:t>
      </w:r>
      <w:r w:rsidR="000673DF">
        <w:rPr>
          <w:rFonts w:hint="eastAsia"/>
        </w:rPr>
        <w:t>令和○○年○○月○○日浜松医科大学において行われる「○○○○○○○○」の一般競争入札及び見積に関する件</w:t>
      </w:r>
    </w:p>
    <w:p w:rsidR="006D4C6E" w:rsidRPr="000673DF" w:rsidRDefault="006D4C6E" w:rsidP="006D4C6E"/>
    <w:p w:rsidR="006D4C6E" w:rsidRDefault="006D4C6E" w:rsidP="006D4C6E">
      <w:pPr>
        <w:pStyle w:val="a6"/>
        <w:ind w:right="840"/>
        <w:jc w:val="both"/>
      </w:pPr>
    </w:p>
    <w:p w:rsidR="006D4C6E" w:rsidRDefault="000673DF" w:rsidP="000673DF">
      <w:pPr>
        <w:ind w:firstLine="210"/>
      </w:pPr>
      <w:r>
        <w:rPr>
          <w:rFonts w:hint="eastAsia"/>
        </w:rPr>
        <w:t>受任者（復代理人）使用印鑑</w:t>
      </w:r>
    </w:p>
    <w:p w:rsidR="000673DF" w:rsidRDefault="000673DF" w:rsidP="000673DF"/>
    <w:tbl>
      <w:tblPr>
        <w:tblStyle w:val="a3"/>
        <w:tblW w:w="9209" w:type="dxa"/>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2830"/>
        <w:gridCol w:w="3828"/>
        <w:gridCol w:w="2551"/>
      </w:tblGrid>
      <w:tr w:rsidR="000673DF" w:rsidTr="006354CA">
        <w:trPr>
          <w:trHeight w:val="2312"/>
        </w:trPr>
        <w:tc>
          <w:tcPr>
            <w:tcW w:w="2830" w:type="dxa"/>
          </w:tcPr>
          <w:p w:rsidR="000673DF" w:rsidRDefault="000673DF" w:rsidP="00BC304F"/>
        </w:tc>
        <w:tc>
          <w:tcPr>
            <w:tcW w:w="3828" w:type="dxa"/>
            <w:tcBorders>
              <w:top w:val="single" w:sz="4" w:space="0" w:color="auto"/>
              <w:bottom w:val="single" w:sz="4" w:space="0" w:color="auto"/>
            </w:tcBorders>
          </w:tcPr>
          <w:p w:rsidR="000673DF" w:rsidRDefault="000673DF" w:rsidP="00BC304F"/>
          <w:p w:rsidR="000673DF" w:rsidRDefault="000673DF" w:rsidP="00BC304F"/>
          <w:p w:rsidR="000673DF" w:rsidRDefault="000673DF" w:rsidP="00BC304F"/>
          <w:p w:rsidR="000673DF" w:rsidRDefault="000673DF" w:rsidP="00BC304F">
            <w:pPr>
              <w:jc w:val="center"/>
            </w:pPr>
            <w:r>
              <w:rPr>
                <w:rFonts w:hint="eastAsia"/>
              </w:rPr>
              <w:t>印</w:t>
            </w:r>
          </w:p>
          <w:p w:rsidR="000673DF" w:rsidRDefault="000673DF" w:rsidP="00BC304F"/>
          <w:p w:rsidR="000673DF" w:rsidRDefault="000673DF" w:rsidP="00BC304F"/>
          <w:p w:rsidR="000673DF" w:rsidRDefault="000673DF" w:rsidP="00BC304F"/>
        </w:tc>
        <w:tc>
          <w:tcPr>
            <w:tcW w:w="2551" w:type="dxa"/>
          </w:tcPr>
          <w:p w:rsidR="000673DF" w:rsidRDefault="000673DF" w:rsidP="00BC304F"/>
        </w:tc>
      </w:tr>
    </w:tbl>
    <w:p w:rsidR="000673DF" w:rsidRPr="000673DF" w:rsidRDefault="000673DF" w:rsidP="000673DF"/>
    <w:p w:rsidR="006D4C6E" w:rsidRPr="006D4C6E" w:rsidRDefault="00452544" w:rsidP="006D4C6E">
      <w:r>
        <w:rPr>
          <w:rFonts w:hint="eastAsia"/>
        </w:rPr>
        <w:t>※この場合は、競争加入者からの代理委任状（</w:t>
      </w:r>
      <w:r w:rsidR="008E49A9">
        <w:rPr>
          <w:rFonts w:hint="eastAsia"/>
        </w:rPr>
        <w:t>復代理人の選任に関する委任が含まれていること。）が提出されていることが必要であること。（記載例３・４を参照）</w:t>
      </w:r>
    </w:p>
    <w:p w:rsidR="00BD29EF" w:rsidRPr="00D95E76" w:rsidRDefault="00BD29EF"/>
    <w:p w:rsidR="0023706B" w:rsidRDefault="0023706B"/>
    <w:p w:rsidR="0023706B" w:rsidRDefault="0023706B"/>
    <w:p w:rsidR="0023706B" w:rsidRDefault="0023706B"/>
    <w:p w:rsidR="009A0BC3" w:rsidRDefault="009A0BC3"/>
    <w:p w:rsidR="0023706B" w:rsidRDefault="000673DF">
      <w:r>
        <w:rPr>
          <w:rFonts w:hint="eastAsia"/>
        </w:rPr>
        <w:lastRenderedPageBreak/>
        <w:t>（３）支店長等が入札の都度競争加入者の代理人となる場合　　　【記載例３】</w:t>
      </w:r>
    </w:p>
    <w:p w:rsidR="00FB5A4F" w:rsidRPr="0023706B" w:rsidRDefault="00FB5A4F" w:rsidP="00FB5A4F"/>
    <w:p w:rsidR="00FB5A4F" w:rsidRDefault="00FB5A4F" w:rsidP="00FB5A4F">
      <w:pPr>
        <w:jc w:val="center"/>
      </w:pPr>
      <w:r>
        <w:rPr>
          <w:rFonts w:hint="eastAsia"/>
        </w:rPr>
        <w:t>委　　　　　　　任　　　　　　状</w:t>
      </w:r>
    </w:p>
    <w:p w:rsidR="00FB5A4F" w:rsidRDefault="00FB5A4F" w:rsidP="00FB5A4F"/>
    <w:p w:rsidR="00FB5A4F" w:rsidRDefault="00FB5A4F" w:rsidP="00FB5A4F"/>
    <w:p w:rsidR="00FB5A4F" w:rsidRDefault="00FB5A4F" w:rsidP="00FB5A4F">
      <w:pPr>
        <w:jc w:val="right"/>
      </w:pPr>
      <w:r>
        <w:rPr>
          <w:rFonts w:hint="eastAsia"/>
        </w:rPr>
        <w:t>令和○○年○○月○○日</w:t>
      </w:r>
    </w:p>
    <w:p w:rsidR="00FB5A4F" w:rsidRDefault="00FB5A4F" w:rsidP="00FB5A4F"/>
    <w:p w:rsidR="00FB5A4F" w:rsidRDefault="00FB5A4F" w:rsidP="00FB5A4F">
      <w:pPr>
        <w:ind w:firstLineChars="300" w:firstLine="630"/>
      </w:pPr>
      <w:r>
        <w:rPr>
          <w:rFonts w:hint="eastAsia"/>
        </w:rPr>
        <w:t>浜　松　医　科　大　学　　御　中</w:t>
      </w:r>
    </w:p>
    <w:p w:rsidR="00CB2F49" w:rsidRDefault="00CB2F49" w:rsidP="00CB2F49"/>
    <w:p w:rsidR="00CB2F49" w:rsidRDefault="00CB2F49" w:rsidP="00CB2F49">
      <w:pPr>
        <w:ind w:firstLineChars="1500" w:firstLine="3150"/>
      </w:pPr>
      <w:r>
        <w:rPr>
          <w:rFonts w:hint="eastAsia"/>
        </w:rPr>
        <w:t>委任者（競争加入者）○○県○○区（市）○○１－１－１</w:t>
      </w:r>
    </w:p>
    <w:p w:rsidR="00CB2F49" w:rsidRDefault="00CB2F49" w:rsidP="00CB2F49">
      <w:r>
        <w:rPr>
          <w:rFonts w:hint="eastAsia"/>
        </w:rPr>
        <w:t xml:space="preserve">　　　　　　　　　　　　　　　　　　　　　　　　　○○株式会社</w:t>
      </w:r>
    </w:p>
    <w:p w:rsidR="00CB2F49" w:rsidRDefault="00CB2F49" w:rsidP="00CB2F49">
      <w:r>
        <w:rPr>
          <w:rFonts w:hint="eastAsia"/>
        </w:rPr>
        <w:t xml:space="preserve">　　　　　　　　　　　　　　　　　　　　　　　　　　代表取締役　○○○○○　　印</w:t>
      </w:r>
    </w:p>
    <w:p w:rsidR="00CB2F49" w:rsidRDefault="00CB2F49" w:rsidP="00CB2F49"/>
    <w:p w:rsidR="0023706B" w:rsidRPr="00CB2F49" w:rsidRDefault="00644A44">
      <w:r>
        <w:rPr>
          <w:rFonts w:hint="eastAsia"/>
        </w:rPr>
        <w:t xml:space="preserve">　私は、下記の事項に関し、下記の者を代理人と定め、貴学との間における下記の一切の権限を委任します。</w:t>
      </w:r>
    </w:p>
    <w:p w:rsidR="0023706B" w:rsidRDefault="0023706B"/>
    <w:p w:rsidR="004F13E2" w:rsidRDefault="004F13E2" w:rsidP="004F13E2">
      <w:pPr>
        <w:pStyle w:val="a4"/>
      </w:pPr>
      <w:r>
        <w:rPr>
          <w:rFonts w:hint="eastAsia"/>
        </w:rPr>
        <w:t>記</w:t>
      </w:r>
    </w:p>
    <w:p w:rsidR="004F13E2" w:rsidRDefault="004F13E2" w:rsidP="004F13E2"/>
    <w:p w:rsidR="00461DC2" w:rsidRDefault="00461DC2" w:rsidP="00461DC2">
      <w:r>
        <w:rPr>
          <w:rFonts w:hint="eastAsia"/>
        </w:rPr>
        <w:t>事　項　名　　　令和○○年○○月○○日浜松医科大学において行われる「○○○○○○○</w:t>
      </w:r>
    </w:p>
    <w:p w:rsidR="00461DC2" w:rsidRDefault="00461DC2" w:rsidP="00461DC2">
      <w:pPr>
        <w:ind w:firstLineChars="700" w:firstLine="1470"/>
      </w:pPr>
      <w:r>
        <w:rPr>
          <w:rFonts w:hint="eastAsia"/>
        </w:rPr>
        <w:t>○」の一般競争入札及び見積に関する件</w:t>
      </w:r>
    </w:p>
    <w:p w:rsidR="002B7133" w:rsidRPr="00461DC2" w:rsidRDefault="002B7133" w:rsidP="004F13E2">
      <w:pPr>
        <w:pStyle w:val="a6"/>
        <w:ind w:right="840"/>
        <w:jc w:val="both"/>
      </w:pPr>
    </w:p>
    <w:p w:rsidR="00AD649B" w:rsidRDefault="00AD649B" w:rsidP="00AD649B">
      <w:r>
        <w:rPr>
          <w:rFonts w:hint="eastAsia"/>
        </w:rPr>
        <w:t>受任者（</w:t>
      </w:r>
      <w:r w:rsidR="00B762AB">
        <w:rPr>
          <w:rFonts w:hint="eastAsia"/>
        </w:rPr>
        <w:t xml:space="preserve">代理人）　　</w:t>
      </w:r>
      <w:r>
        <w:rPr>
          <w:rFonts w:hint="eastAsia"/>
        </w:rPr>
        <w:t>△△県△△市○○２－２－２</w:t>
      </w:r>
    </w:p>
    <w:p w:rsidR="00AD649B" w:rsidRDefault="00AD649B" w:rsidP="00AD649B">
      <w:r>
        <w:rPr>
          <w:rFonts w:hint="eastAsia"/>
        </w:rPr>
        <w:t xml:space="preserve">　</w:t>
      </w:r>
      <w:r w:rsidR="00B762AB">
        <w:rPr>
          <w:rFonts w:hint="eastAsia"/>
        </w:rPr>
        <w:t xml:space="preserve">　　　　　　　　</w:t>
      </w:r>
      <w:r>
        <w:rPr>
          <w:rFonts w:hint="eastAsia"/>
        </w:rPr>
        <w:t xml:space="preserve">　○○株式会社</w:t>
      </w:r>
    </w:p>
    <w:p w:rsidR="004F13E2" w:rsidRDefault="00AD649B" w:rsidP="00AD649B">
      <w:r>
        <w:rPr>
          <w:rFonts w:hint="eastAsia"/>
        </w:rPr>
        <w:t xml:space="preserve">　</w:t>
      </w:r>
      <w:r w:rsidR="00B762AB">
        <w:rPr>
          <w:rFonts w:hint="eastAsia"/>
        </w:rPr>
        <w:t xml:space="preserve">　　　　　　　　</w:t>
      </w:r>
      <w:r>
        <w:rPr>
          <w:rFonts w:hint="eastAsia"/>
        </w:rPr>
        <w:t xml:space="preserve">　　△△支店長　◇◇◇◇◇</w:t>
      </w:r>
    </w:p>
    <w:p w:rsidR="002B7133" w:rsidRDefault="002B7133"/>
    <w:p w:rsidR="002B7133" w:rsidRDefault="00B762AB">
      <w:r>
        <w:rPr>
          <w:rFonts w:hint="eastAsia"/>
        </w:rPr>
        <w:t>委　任　事　項　　１．入札及び</w:t>
      </w:r>
      <w:r w:rsidR="00187E11">
        <w:rPr>
          <w:rFonts w:hint="eastAsia"/>
        </w:rPr>
        <w:t>見積に関する件</w:t>
      </w:r>
    </w:p>
    <w:p w:rsidR="00B762AB" w:rsidRPr="00B762AB" w:rsidRDefault="00B762AB">
      <w:r>
        <w:rPr>
          <w:rFonts w:hint="eastAsia"/>
        </w:rPr>
        <w:t xml:space="preserve">　　　　　　　　　２．</w:t>
      </w:r>
      <w:r w:rsidR="00BA691C">
        <w:rPr>
          <w:rFonts w:hint="eastAsia"/>
        </w:rPr>
        <w:t>契約締結に関する件</w:t>
      </w:r>
    </w:p>
    <w:p w:rsidR="002B7133" w:rsidRDefault="00187E11">
      <w:r>
        <w:rPr>
          <w:rFonts w:hint="eastAsia"/>
        </w:rPr>
        <w:t xml:space="preserve">　　　　　　　　　３．</w:t>
      </w:r>
      <w:r w:rsidR="00BA691C">
        <w:rPr>
          <w:rFonts w:hint="eastAsia"/>
        </w:rPr>
        <w:t>入札保証金及び契約保証金の納付及び還付に関する件</w:t>
      </w:r>
    </w:p>
    <w:p w:rsidR="002B7133" w:rsidRDefault="00187E11">
      <w:r>
        <w:rPr>
          <w:rFonts w:hint="eastAsia"/>
        </w:rPr>
        <w:t xml:space="preserve">　　　　　　　　　４．</w:t>
      </w:r>
      <w:r w:rsidR="00BA691C">
        <w:rPr>
          <w:rFonts w:hint="eastAsia"/>
        </w:rPr>
        <w:t>契約物品の</w:t>
      </w:r>
      <w:r w:rsidR="00C64568">
        <w:rPr>
          <w:rFonts w:hint="eastAsia"/>
        </w:rPr>
        <w:t>納入及び取下げに関する件</w:t>
      </w:r>
    </w:p>
    <w:p w:rsidR="00187E11" w:rsidRDefault="00187E11">
      <w:r>
        <w:rPr>
          <w:rFonts w:hint="eastAsia"/>
        </w:rPr>
        <w:t xml:space="preserve">　　　　　　　　　５．</w:t>
      </w:r>
      <w:r w:rsidR="00C64568">
        <w:rPr>
          <w:rFonts w:hint="eastAsia"/>
        </w:rPr>
        <w:t>契約代金の請求及び受領に関する件</w:t>
      </w:r>
    </w:p>
    <w:p w:rsidR="00187E11" w:rsidRDefault="00187E11">
      <w:r>
        <w:rPr>
          <w:rFonts w:hint="eastAsia"/>
        </w:rPr>
        <w:t xml:space="preserve">　　　　　　　　　６．</w:t>
      </w:r>
      <w:r w:rsidR="00C64568">
        <w:rPr>
          <w:rFonts w:hint="eastAsia"/>
        </w:rPr>
        <w:t>復代理人の選任に関する件</w:t>
      </w:r>
    </w:p>
    <w:p w:rsidR="00CE51AE" w:rsidRDefault="00187E11">
      <w:r>
        <w:rPr>
          <w:rFonts w:hint="eastAsia"/>
        </w:rPr>
        <w:t xml:space="preserve">　　　　　　　　　７．</w:t>
      </w:r>
      <w:r w:rsidR="00C64568">
        <w:rPr>
          <w:rFonts w:hint="eastAsia"/>
        </w:rPr>
        <w:t>その他契約に関する一切の件</w:t>
      </w:r>
    </w:p>
    <w:p w:rsidR="009A0BC3" w:rsidRPr="009A0BC3" w:rsidRDefault="009A0BC3"/>
    <w:p w:rsidR="009A0BC3" w:rsidRDefault="00CE51AE" w:rsidP="001E57B1">
      <w:pPr>
        <w:ind w:firstLine="210"/>
      </w:pPr>
      <w:r>
        <w:rPr>
          <w:rFonts w:hint="eastAsia"/>
        </w:rPr>
        <w:t>受任者（代理人）使用印鑑</w:t>
      </w:r>
    </w:p>
    <w:tbl>
      <w:tblPr>
        <w:tblStyle w:val="a3"/>
        <w:tblW w:w="9209" w:type="dxa"/>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2830"/>
        <w:gridCol w:w="3544"/>
        <w:gridCol w:w="2835"/>
      </w:tblGrid>
      <w:tr w:rsidR="00CE51AE" w:rsidTr="00232E49">
        <w:trPr>
          <w:trHeight w:val="1834"/>
        </w:trPr>
        <w:tc>
          <w:tcPr>
            <w:tcW w:w="2830" w:type="dxa"/>
          </w:tcPr>
          <w:p w:rsidR="00CE51AE" w:rsidRDefault="00CE51AE" w:rsidP="00BC304F"/>
        </w:tc>
        <w:tc>
          <w:tcPr>
            <w:tcW w:w="3544" w:type="dxa"/>
            <w:tcBorders>
              <w:top w:val="single" w:sz="4" w:space="0" w:color="auto"/>
              <w:bottom w:val="single" w:sz="4" w:space="0" w:color="auto"/>
            </w:tcBorders>
          </w:tcPr>
          <w:p w:rsidR="00CE51AE" w:rsidRDefault="00CE51AE" w:rsidP="00BC304F"/>
          <w:p w:rsidR="00CE51AE" w:rsidRDefault="00CE51AE" w:rsidP="00BC304F"/>
          <w:p w:rsidR="00CE51AE" w:rsidRDefault="001E57B1" w:rsidP="001E57B1">
            <w:pPr>
              <w:jc w:val="center"/>
            </w:pPr>
            <w:r>
              <w:rPr>
                <w:rFonts w:hint="eastAsia"/>
              </w:rPr>
              <w:t>印</w:t>
            </w:r>
          </w:p>
          <w:p w:rsidR="001E57B1" w:rsidRDefault="001E57B1" w:rsidP="001E57B1"/>
          <w:p w:rsidR="001E57B1" w:rsidRDefault="001E57B1" w:rsidP="001E57B1"/>
        </w:tc>
        <w:tc>
          <w:tcPr>
            <w:tcW w:w="2835" w:type="dxa"/>
          </w:tcPr>
          <w:p w:rsidR="00CE51AE" w:rsidRDefault="00CE51AE" w:rsidP="00BC304F"/>
        </w:tc>
      </w:tr>
    </w:tbl>
    <w:p w:rsidR="002B7133" w:rsidRDefault="00232E49">
      <w:r>
        <w:rPr>
          <w:rFonts w:hint="eastAsia"/>
        </w:rPr>
        <w:lastRenderedPageBreak/>
        <w:t>（４）支店長等が一定の期間競争加入者の代理人となる場合　　　　【記載例４】</w:t>
      </w:r>
    </w:p>
    <w:p w:rsidR="003A7EFE" w:rsidRPr="0023706B" w:rsidRDefault="003A7EFE" w:rsidP="003A7EFE"/>
    <w:p w:rsidR="003A7EFE" w:rsidRDefault="003A7EFE" w:rsidP="003A7EFE">
      <w:pPr>
        <w:jc w:val="center"/>
      </w:pPr>
      <w:r>
        <w:rPr>
          <w:rFonts w:hint="eastAsia"/>
        </w:rPr>
        <w:t>委　　　　　　　任　　　　　　状</w:t>
      </w:r>
    </w:p>
    <w:p w:rsidR="003A7EFE" w:rsidRDefault="003A7EFE" w:rsidP="003A7EFE"/>
    <w:p w:rsidR="003A7EFE" w:rsidRDefault="003A7EFE" w:rsidP="003A7EFE"/>
    <w:p w:rsidR="003A7EFE" w:rsidRDefault="003A7EFE" w:rsidP="003A7EFE">
      <w:pPr>
        <w:jc w:val="right"/>
      </w:pPr>
      <w:r>
        <w:rPr>
          <w:rFonts w:hint="eastAsia"/>
        </w:rPr>
        <w:t>令和○○年○○月○○日</w:t>
      </w:r>
    </w:p>
    <w:p w:rsidR="003A7EFE" w:rsidRDefault="003A7EFE" w:rsidP="003A7EFE"/>
    <w:p w:rsidR="003A7EFE" w:rsidRDefault="003A7EFE" w:rsidP="003A7EFE">
      <w:pPr>
        <w:ind w:firstLineChars="300" w:firstLine="630"/>
      </w:pPr>
      <w:r>
        <w:rPr>
          <w:rFonts w:hint="eastAsia"/>
        </w:rPr>
        <w:t>浜　松　医　科　大　学　　御　中</w:t>
      </w:r>
    </w:p>
    <w:p w:rsidR="003A7EFE" w:rsidRDefault="003A7EFE" w:rsidP="003A7EFE"/>
    <w:p w:rsidR="003A7EFE" w:rsidRDefault="003A7EFE" w:rsidP="003A7EFE">
      <w:pPr>
        <w:ind w:firstLineChars="1500" w:firstLine="3150"/>
      </w:pPr>
      <w:r>
        <w:rPr>
          <w:rFonts w:hint="eastAsia"/>
        </w:rPr>
        <w:t>委任者（競争加入者）○○県○○区（市）○○１－１－１</w:t>
      </w:r>
    </w:p>
    <w:p w:rsidR="003A7EFE" w:rsidRDefault="003A7EFE" w:rsidP="003A7EFE">
      <w:r>
        <w:rPr>
          <w:rFonts w:hint="eastAsia"/>
        </w:rPr>
        <w:t xml:space="preserve">　　　　　　　　　　　　　　　　　　　　　　　　　○○株式会社</w:t>
      </w:r>
    </w:p>
    <w:p w:rsidR="003A7EFE" w:rsidRDefault="003A7EFE" w:rsidP="003A7EFE">
      <w:r>
        <w:rPr>
          <w:rFonts w:hint="eastAsia"/>
        </w:rPr>
        <w:t xml:space="preserve">　　　　　　　　　　　　　　　　　　　　　　　　　　代表取締役　○○○○○　　印</w:t>
      </w:r>
    </w:p>
    <w:p w:rsidR="003A7EFE" w:rsidRDefault="003A7EFE" w:rsidP="003A7EFE"/>
    <w:p w:rsidR="003A7EFE" w:rsidRPr="00CB2F49" w:rsidRDefault="003A7EFE" w:rsidP="003A7EFE">
      <w:r>
        <w:rPr>
          <w:rFonts w:hint="eastAsia"/>
        </w:rPr>
        <w:t xml:space="preserve">　私は、下記の事項に関し、下記の者を代理人と定め、貴学との間における下記の一切の権限を委任します。</w:t>
      </w:r>
    </w:p>
    <w:p w:rsidR="003A7EFE" w:rsidRDefault="003A7EFE" w:rsidP="003A7EFE"/>
    <w:p w:rsidR="003A7EFE" w:rsidRDefault="003A7EFE" w:rsidP="003A7EFE">
      <w:pPr>
        <w:pStyle w:val="a4"/>
      </w:pPr>
      <w:r>
        <w:rPr>
          <w:rFonts w:hint="eastAsia"/>
        </w:rPr>
        <w:t>記</w:t>
      </w:r>
    </w:p>
    <w:p w:rsidR="003A7EFE" w:rsidRDefault="003A7EFE" w:rsidP="003A7EFE"/>
    <w:p w:rsidR="003A7EFE" w:rsidRDefault="003A7EFE" w:rsidP="003A7EFE">
      <w:r>
        <w:rPr>
          <w:rFonts w:hint="eastAsia"/>
        </w:rPr>
        <w:t>受任者（代理人）　　△△県△△市○○２－２－２</w:t>
      </w:r>
    </w:p>
    <w:p w:rsidR="003A7EFE" w:rsidRDefault="003A7EFE" w:rsidP="003A7EFE">
      <w:r>
        <w:rPr>
          <w:rFonts w:hint="eastAsia"/>
        </w:rPr>
        <w:t xml:space="preserve">　　　　　　　　　　○○株式会社</w:t>
      </w:r>
    </w:p>
    <w:p w:rsidR="003A7EFE" w:rsidRDefault="003A7EFE" w:rsidP="003A7EFE">
      <w:r>
        <w:rPr>
          <w:rFonts w:hint="eastAsia"/>
        </w:rPr>
        <w:t xml:space="preserve">　　　　　　　　　　　△△支店長　◇◇◇◇◇</w:t>
      </w:r>
    </w:p>
    <w:p w:rsidR="002B7133" w:rsidRPr="003A7EFE" w:rsidRDefault="002B7133"/>
    <w:p w:rsidR="003A7EFE" w:rsidRDefault="003A7EFE" w:rsidP="003A7EFE">
      <w:r>
        <w:rPr>
          <w:rFonts w:hint="eastAsia"/>
        </w:rPr>
        <w:t>委　任　事　項　　１．入札及び見積に関する件</w:t>
      </w:r>
    </w:p>
    <w:p w:rsidR="003A7EFE" w:rsidRPr="00B762AB" w:rsidRDefault="003A7EFE" w:rsidP="003A7EFE">
      <w:r>
        <w:rPr>
          <w:rFonts w:hint="eastAsia"/>
        </w:rPr>
        <w:t xml:space="preserve">　　　　　　　　　２．契約締結に関する件</w:t>
      </w:r>
    </w:p>
    <w:p w:rsidR="003A7EFE" w:rsidRDefault="003A7EFE" w:rsidP="003A7EFE">
      <w:r>
        <w:rPr>
          <w:rFonts w:hint="eastAsia"/>
        </w:rPr>
        <w:t xml:space="preserve">　　　　　　　　　３．入札保証金及び契約保証金の納付及び還付に関する件</w:t>
      </w:r>
    </w:p>
    <w:p w:rsidR="003A7EFE" w:rsidRDefault="003A7EFE" w:rsidP="003A7EFE">
      <w:r>
        <w:rPr>
          <w:rFonts w:hint="eastAsia"/>
        </w:rPr>
        <w:t xml:space="preserve">　　　　　　　　　４．契約物品の納入及び取下げに関する件</w:t>
      </w:r>
    </w:p>
    <w:p w:rsidR="003A7EFE" w:rsidRDefault="003A7EFE" w:rsidP="003A7EFE">
      <w:r>
        <w:rPr>
          <w:rFonts w:hint="eastAsia"/>
        </w:rPr>
        <w:t xml:space="preserve">　　　　　　　　　５．契約代金の請求及び受領に関する件</w:t>
      </w:r>
    </w:p>
    <w:p w:rsidR="003A7EFE" w:rsidRDefault="003A7EFE" w:rsidP="003A7EFE">
      <w:r>
        <w:rPr>
          <w:rFonts w:hint="eastAsia"/>
        </w:rPr>
        <w:t xml:space="preserve">　　　　　　　　　６．復代理人の選任に関する件</w:t>
      </w:r>
    </w:p>
    <w:p w:rsidR="003A7EFE" w:rsidRDefault="003A7EFE" w:rsidP="003A7EFE">
      <w:r>
        <w:rPr>
          <w:rFonts w:hint="eastAsia"/>
        </w:rPr>
        <w:t xml:space="preserve">　　　　　　　　　７．その他契約に関する一切の件</w:t>
      </w:r>
    </w:p>
    <w:p w:rsidR="002B7133" w:rsidRPr="003A7EFE" w:rsidRDefault="002B7133"/>
    <w:p w:rsidR="002B7133" w:rsidRDefault="00D35692">
      <w:r>
        <w:rPr>
          <w:rFonts w:hint="eastAsia"/>
        </w:rPr>
        <w:t>委　任　期　間　　令和○○年○○月○○日から令和○○年○○月○○日まで</w:t>
      </w:r>
    </w:p>
    <w:p w:rsidR="002B7133" w:rsidRDefault="002B7133"/>
    <w:p w:rsidR="00D35692" w:rsidRDefault="00D35692" w:rsidP="00D35692">
      <w:pPr>
        <w:ind w:firstLine="210"/>
      </w:pPr>
      <w:r>
        <w:rPr>
          <w:rFonts w:hint="eastAsia"/>
        </w:rPr>
        <w:t>受任者（代理人）使用印鑑</w:t>
      </w:r>
    </w:p>
    <w:tbl>
      <w:tblPr>
        <w:tblStyle w:val="a3"/>
        <w:tblW w:w="9209" w:type="dxa"/>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2830"/>
        <w:gridCol w:w="3544"/>
        <w:gridCol w:w="2835"/>
      </w:tblGrid>
      <w:tr w:rsidR="00D35692" w:rsidTr="00BC304F">
        <w:trPr>
          <w:trHeight w:val="1834"/>
        </w:trPr>
        <w:tc>
          <w:tcPr>
            <w:tcW w:w="2830" w:type="dxa"/>
          </w:tcPr>
          <w:p w:rsidR="00D35692" w:rsidRDefault="00D35692" w:rsidP="00BC304F"/>
        </w:tc>
        <w:tc>
          <w:tcPr>
            <w:tcW w:w="3544" w:type="dxa"/>
            <w:tcBorders>
              <w:top w:val="single" w:sz="4" w:space="0" w:color="auto"/>
              <w:bottom w:val="single" w:sz="4" w:space="0" w:color="auto"/>
            </w:tcBorders>
          </w:tcPr>
          <w:p w:rsidR="00D35692" w:rsidRDefault="00D35692" w:rsidP="00BC304F"/>
          <w:p w:rsidR="00D35692" w:rsidRDefault="00D35692" w:rsidP="00BC304F"/>
          <w:p w:rsidR="00D35692" w:rsidRDefault="00D35692" w:rsidP="00BC304F">
            <w:pPr>
              <w:jc w:val="center"/>
            </w:pPr>
            <w:r>
              <w:rPr>
                <w:rFonts w:hint="eastAsia"/>
              </w:rPr>
              <w:t>印</w:t>
            </w:r>
          </w:p>
          <w:p w:rsidR="00D35692" w:rsidRDefault="00D35692" w:rsidP="00BC304F"/>
          <w:p w:rsidR="00D35692" w:rsidRDefault="00D35692" w:rsidP="00BC304F"/>
        </w:tc>
        <w:tc>
          <w:tcPr>
            <w:tcW w:w="2835" w:type="dxa"/>
          </w:tcPr>
          <w:p w:rsidR="00D35692" w:rsidRDefault="00D35692" w:rsidP="00BC304F"/>
        </w:tc>
      </w:tr>
    </w:tbl>
    <w:p w:rsidR="002B7133" w:rsidRDefault="002B7133"/>
    <w:p w:rsidR="002C2045" w:rsidRDefault="002C2045" w:rsidP="002C2045">
      <w:r>
        <w:rPr>
          <w:rFonts w:hint="eastAsia"/>
        </w:rPr>
        <w:lastRenderedPageBreak/>
        <w:t>３．入札書の封筒について</w:t>
      </w:r>
      <w:r w:rsidR="004F2FD1">
        <w:rPr>
          <w:rFonts w:hint="eastAsia"/>
        </w:rPr>
        <w:t xml:space="preserve">　　　【記載例１】</w:t>
      </w:r>
    </w:p>
    <w:p w:rsidR="002B7133" w:rsidRPr="002C2045" w:rsidRDefault="002B7133"/>
    <w:p w:rsidR="00FE4EB1" w:rsidRDefault="00FE4EB1">
      <w:r>
        <w:rPr>
          <w:rFonts w:hint="eastAsia"/>
        </w:rPr>
        <w:t>（表）</w:t>
      </w:r>
    </w:p>
    <w:p w:rsidR="002B7133" w:rsidRDefault="002B7133"/>
    <w:tbl>
      <w:tblPr>
        <w:tblStyle w:val="a3"/>
        <w:tblW w:w="0" w:type="auto"/>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421"/>
        <w:gridCol w:w="8363"/>
        <w:gridCol w:w="362"/>
      </w:tblGrid>
      <w:tr w:rsidR="00111888" w:rsidTr="00111888">
        <w:trPr>
          <w:trHeight w:val="3938"/>
        </w:trPr>
        <w:tc>
          <w:tcPr>
            <w:tcW w:w="421" w:type="dxa"/>
          </w:tcPr>
          <w:p w:rsidR="00111888" w:rsidRDefault="00111888"/>
        </w:tc>
        <w:tc>
          <w:tcPr>
            <w:tcW w:w="8363" w:type="dxa"/>
            <w:tcBorders>
              <w:top w:val="single" w:sz="4" w:space="0" w:color="auto"/>
              <w:bottom w:val="single" w:sz="4" w:space="0" w:color="auto"/>
            </w:tcBorders>
          </w:tcPr>
          <w:p w:rsidR="00111888" w:rsidRDefault="00111888"/>
          <w:p w:rsidR="008930B0" w:rsidRDefault="008930B0" w:rsidP="008930B0">
            <w:pPr>
              <w:ind w:firstLineChars="300" w:firstLine="630"/>
            </w:pPr>
            <w:r>
              <w:rPr>
                <w:rFonts w:hint="eastAsia"/>
              </w:rPr>
              <w:t>浜松医科大学　　御中</w:t>
            </w:r>
          </w:p>
          <w:p w:rsidR="008930B0" w:rsidRDefault="008930B0" w:rsidP="008930B0"/>
          <w:p w:rsidR="008930B0" w:rsidRPr="00135952" w:rsidRDefault="008930B0" w:rsidP="008930B0">
            <w:pPr>
              <w:rPr>
                <w:color w:val="FF0000"/>
              </w:rPr>
            </w:pPr>
            <w:r>
              <w:rPr>
                <w:rFonts w:hint="eastAsia"/>
              </w:rPr>
              <w:t xml:space="preserve">　　　</w:t>
            </w:r>
            <w:r w:rsidRPr="00135952">
              <w:rPr>
                <w:rFonts w:hint="eastAsia"/>
                <w:color w:val="FF0000"/>
              </w:rPr>
              <w:t>○○月○○日開札</w:t>
            </w:r>
          </w:p>
          <w:p w:rsidR="008930B0" w:rsidRPr="00135952" w:rsidRDefault="008930B0" w:rsidP="008930B0">
            <w:pPr>
              <w:rPr>
                <w:color w:val="FF0000"/>
              </w:rPr>
            </w:pPr>
          </w:p>
          <w:p w:rsidR="008930B0" w:rsidRDefault="008930B0" w:rsidP="008930B0">
            <w:r w:rsidRPr="00135952">
              <w:rPr>
                <w:rFonts w:hint="eastAsia"/>
                <w:color w:val="FF0000"/>
              </w:rPr>
              <w:t xml:space="preserve">　　○○○○○○○○○○○の</w:t>
            </w:r>
            <w:r w:rsidR="00135952" w:rsidRPr="00135952">
              <w:rPr>
                <w:rFonts w:hint="eastAsia"/>
                <w:color w:val="FF0000"/>
              </w:rPr>
              <w:t>入札書在中</w:t>
            </w:r>
            <w:r w:rsidR="00135952">
              <w:rPr>
                <w:rFonts w:hint="eastAsia"/>
                <w:color w:val="FF0000"/>
              </w:rPr>
              <w:t xml:space="preserve">　　</w:t>
            </w:r>
            <w:r w:rsidR="00135952" w:rsidRPr="00135952">
              <w:rPr>
                <w:rFonts w:hint="eastAsia"/>
              </w:rPr>
              <w:t xml:space="preserve">←　　　</w:t>
            </w:r>
            <w:r w:rsidR="00135952" w:rsidRPr="00135952">
              <w:rPr>
                <w:rFonts w:hint="eastAsia"/>
                <w:u w:val="single"/>
              </w:rPr>
              <w:t>朱書きにすること</w:t>
            </w:r>
          </w:p>
        </w:tc>
        <w:tc>
          <w:tcPr>
            <w:tcW w:w="362" w:type="dxa"/>
          </w:tcPr>
          <w:p w:rsidR="00111888" w:rsidRDefault="00111888"/>
        </w:tc>
      </w:tr>
    </w:tbl>
    <w:p w:rsidR="002B7133" w:rsidRDefault="002B7133"/>
    <w:p w:rsidR="002B7133" w:rsidRDefault="008D3B17">
      <w:r>
        <w:rPr>
          <w:rFonts w:hint="eastAsia"/>
        </w:rPr>
        <w:t>（裏）</w:t>
      </w:r>
    </w:p>
    <w:p w:rsidR="002B7133" w:rsidRDefault="008D3B17">
      <w:r>
        <w:rPr>
          <w:rFonts w:hint="eastAsia"/>
        </w:rPr>
        <w:t>（１）　競争加入者本人が入札する場合</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
        <w:gridCol w:w="8363"/>
        <w:gridCol w:w="362"/>
      </w:tblGrid>
      <w:tr w:rsidR="00713D71" w:rsidTr="00BC304F">
        <w:trPr>
          <w:trHeight w:val="1440"/>
        </w:trPr>
        <w:tc>
          <w:tcPr>
            <w:tcW w:w="421" w:type="dxa"/>
            <w:vMerge w:val="restart"/>
            <w:tcBorders>
              <w:right w:val="single" w:sz="4" w:space="0" w:color="auto"/>
            </w:tcBorders>
          </w:tcPr>
          <w:p w:rsidR="00713D71" w:rsidRDefault="00713D71">
            <w:r>
              <w:rPr>
                <w:noProof/>
              </w:rPr>
              <mc:AlternateContent>
                <mc:Choice Requires="wps">
                  <w:drawing>
                    <wp:anchor distT="0" distB="0" distL="114300" distR="114300" simplePos="0" relativeHeight="251671552" behindDoc="0" locked="0" layoutInCell="1" allowOverlap="1" wp14:anchorId="08F277DE" wp14:editId="58ED3FB6">
                      <wp:simplePos x="0" y="0"/>
                      <wp:positionH relativeFrom="column">
                        <wp:posOffset>28737</wp:posOffset>
                      </wp:positionH>
                      <wp:positionV relativeFrom="paragraph">
                        <wp:posOffset>786130</wp:posOffset>
                      </wp:positionV>
                      <wp:extent cx="329565" cy="307975"/>
                      <wp:effectExtent l="0" t="0" r="13335" b="15875"/>
                      <wp:wrapNone/>
                      <wp:docPr id="1" name="テキスト ボックス 1"/>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277DE" id="_x0000_t202" coordsize="21600,21600" o:spt="202" path="m,l,21600r21600,l21600,xe">
                      <v:stroke joinstyle="miter"/>
                      <v:path gradientshapeok="t" o:connecttype="rect"/>
                    </v:shapetype>
                    <v:shape id="テキスト ボックス 1" o:spid="_x0000_s1026" type="#_x0000_t202" style="position:absolute;left:0;text-align:left;margin-left:2.25pt;margin-top:61.9pt;width:25.95pt;height:2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" fillcolor="white [3201]" strokeweight=".5pt">
                      <v:textbox>
                        <w:txbxContent>
                          <w:p w:rsidR="009D0642" w:rsidRPr="005B69C4" w:rsidRDefault="009D0642">
                            <w:pPr>
                              <w:rPr>
                                <w:color w:val="FF0000"/>
                              </w:rPr>
                            </w:pPr>
                            <w:r w:rsidRPr="005B69C4">
                              <w:rPr>
                                <w:rFonts w:hint="eastAsia"/>
                                <w:color w:val="FF0000"/>
                              </w:rPr>
                              <w:t>印</w:t>
                            </w:r>
                          </w:p>
                        </w:txbxContent>
                      </v:textbox>
                    </v:shape>
                  </w:pict>
                </mc:Fallback>
              </mc:AlternateContent>
            </w:r>
          </w:p>
        </w:tc>
        <w:tc>
          <w:tcPr>
            <w:tcW w:w="8363" w:type="dxa"/>
            <w:tcBorders>
              <w:top w:val="single" w:sz="4" w:space="0" w:color="auto"/>
              <w:left w:val="single" w:sz="4" w:space="0" w:color="auto"/>
              <w:bottom w:val="single" w:sz="4" w:space="0" w:color="auto"/>
              <w:right w:val="single" w:sz="4" w:space="0" w:color="auto"/>
            </w:tcBorders>
          </w:tcPr>
          <w:p w:rsidR="00713D71" w:rsidRDefault="00E93C80">
            <w:r>
              <w:rPr>
                <w:noProof/>
              </w:rPr>
              <mc:AlternateContent>
                <mc:Choice Requires="wps">
                  <w:drawing>
                    <wp:anchor distT="0" distB="0" distL="114300" distR="114300" simplePos="0" relativeHeight="251673600" behindDoc="0" locked="0" layoutInCell="1" allowOverlap="1" wp14:anchorId="20B20E93" wp14:editId="69E5CEA1">
                      <wp:simplePos x="0" y="0"/>
                      <wp:positionH relativeFrom="column">
                        <wp:posOffset>5074920</wp:posOffset>
                      </wp:positionH>
                      <wp:positionV relativeFrom="paragraph">
                        <wp:posOffset>786292</wp:posOffset>
                      </wp:positionV>
                      <wp:extent cx="329565" cy="307975"/>
                      <wp:effectExtent l="0" t="0" r="13335" b="15875"/>
                      <wp:wrapNone/>
                      <wp:docPr id="4" name="テキスト ボックス 4"/>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447B02">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20E93" id="テキスト ボックス 4" o:spid="_x0000_s1027" type="#_x0000_t202" style="position:absolute;left:0;text-align:left;margin-left:399.6pt;margin-top:61.9pt;width:25.95pt;height:2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" fillcolor="white [3201]" strokeweight=".5pt">
                      <v:textbox>
                        <w:txbxContent>
                          <w:p w:rsidR="009D0642" w:rsidRPr="005B69C4" w:rsidRDefault="009D0642" w:rsidP="00447B02">
                            <w:pPr>
                              <w:rPr>
                                <w:color w:val="FF0000"/>
                              </w:rPr>
                            </w:pPr>
                            <w:r w:rsidRPr="005B69C4">
                              <w:rPr>
                                <w:rFonts w:hint="eastAsia"/>
                                <w:color w:val="FF0000"/>
                              </w:rPr>
                              <w:t>印</w:t>
                            </w:r>
                          </w:p>
                        </w:txbxContent>
                      </v:textbox>
                    </v:shape>
                  </w:pict>
                </mc:Fallback>
              </mc:AlternateContent>
            </w:r>
            <w:r w:rsidR="005B69C4">
              <w:rPr>
                <w:noProof/>
              </w:rPr>
              <mc:AlternateContent>
                <mc:Choice Requires="wps">
                  <w:drawing>
                    <wp:anchor distT="0" distB="0" distL="114300" distR="114300" simplePos="0" relativeHeight="251672576" behindDoc="0" locked="0" layoutInCell="1" allowOverlap="1" wp14:anchorId="3034DD4B" wp14:editId="771A41D0">
                      <wp:simplePos x="0" y="0"/>
                      <wp:positionH relativeFrom="column">
                        <wp:posOffset>2267585</wp:posOffset>
                      </wp:positionH>
                      <wp:positionV relativeFrom="paragraph">
                        <wp:posOffset>748503</wp:posOffset>
                      </wp:positionV>
                      <wp:extent cx="329565" cy="307975"/>
                      <wp:effectExtent l="0" t="0" r="13335" b="15875"/>
                      <wp:wrapNone/>
                      <wp:docPr id="3" name="テキスト ボックス 3"/>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447B02">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34DD4B" id="テキスト ボックス 3" o:spid="_x0000_s1028" type="#_x0000_t202" style="position:absolute;left:0;text-align:left;margin-left:178.55pt;margin-top:58.95pt;width:25.95pt;height:2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" fillcolor="white [3201]" strokeweight=".5pt">
                      <v:textbox>
                        <w:txbxContent>
                          <w:p w:rsidR="009D0642" w:rsidRPr="005B69C4" w:rsidRDefault="009D0642" w:rsidP="00447B02">
                            <w:pPr>
                              <w:rPr>
                                <w:color w:val="FF0000"/>
                              </w:rPr>
                            </w:pPr>
                            <w:r w:rsidRPr="005B69C4">
                              <w:rPr>
                                <w:rFonts w:hint="eastAsia"/>
                                <w:color w:val="FF0000"/>
                              </w:rPr>
                              <w:t>印</w:t>
                            </w:r>
                          </w:p>
                        </w:txbxContent>
                      </v:textbox>
                    </v:shape>
                  </w:pict>
                </mc:Fallback>
              </mc:AlternateContent>
            </w:r>
          </w:p>
        </w:tc>
        <w:tc>
          <w:tcPr>
            <w:tcW w:w="362" w:type="dxa"/>
            <w:vMerge w:val="restart"/>
            <w:tcBorders>
              <w:left w:val="single" w:sz="4" w:space="0" w:color="auto"/>
            </w:tcBorders>
          </w:tcPr>
          <w:p w:rsidR="00713D71" w:rsidRDefault="00713D71"/>
        </w:tc>
      </w:tr>
      <w:tr w:rsidR="00713D71" w:rsidTr="00BC304F">
        <w:trPr>
          <w:trHeight w:val="1771"/>
        </w:trPr>
        <w:tc>
          <w:tcPr>
            <w:tcW w:w="421" w:type="dxa"/>
            <w:vMerge/>
            <w:tcBorders>
              <w:right w:val="single" w:sz="4" w:space="0" w:color="auto"/>
            </w:tcBorders>
          </w:tcPr>
          <w:p w:rsidR="00713D71" w:rsidRDefault="00713D71"/>
        </w:tc>
        <w:tc>
          <w:tcPr>
            <w:tcW w:w="8363" w:type="dxa"/>
            <w:tcBorders>
              <w:top w:val="single" w:sz="4" w:space="0" w:color="auto"/>
              <w:left w:val="single" w:sz="4" w:space="0" w:color="auto"/>
              <w:bottom w:val="single" w:sz="4" w:space="0" w:color="auto"/>
              <w:right w:val="single" w:sz="4" w:space="0" w:color="auto"/>
            </w:tcBorders>
          </w:tcPr>
          <w:p w:rsidR="005B69C4" w:rsidRDefault="005B69C4"/>
          <w:p w:rsidR="00713D71" w:rsidRDefault="002C0428">
            <w:r>
              <w:rPr>
                <w:rFonts w:hint="eastAsia"/>
              </w:rPr>
              <w:t xml:space="preserve">　　　　　　　　　　　　　　　　　　　　</w:t>
            </w:r>
            <w:r w:rsidR="00251FD9">
              <w:rPr>
                <w:rFonts w:hint="eastAsia"/>
              </w:rPr>
              <w:t>○○県○○市○○丁目○○番地○○号</w:t>
            </w:r>
          </w:p>
          <w:p w:rsidR="00251FD9" w:rsidRDefault="002C0428">
            <w:r>
              <w:rPr>
                <w:rFonts w:hint="eastAsia"/>
              </w:rPr>
              <w:t xml:space="preserve">　　　　　　　　　　　　　　　　　　　　○○株式会社</w:t>
            </w:r>
          </w:p>
          <w:p w:rsidR="002C0428" w:rsidRDefault="002C0428">
            <w:r>
              <w:rPr>
                <w:rFonts w:hint="eastAsia"/>
              </w:rPr>
              <w:t xml:space="preserve">　　　　　　　　　　　　　　　　　　　　　代表取締役　○　○　○　○　　印</w:t>
            </w:r>
          </w:p>
        </w:tc>
        <w:tc>
          <w:tcPr>
            <w:tcW w:w="362" w:type="dxa"/>
            <w:vMerge/>
            <w:tcBorders>
              <w:left w:val="single" w:sz="4" w:space="0" w:color="auto"/>
            </w:tcBorders>
          </w:tcPr>
          <w:p w:rsidR="00713D71" w:rsidRDefault="00713D71"/>
        </w:tc>
      </w:tr>
    </w:tbl>
    <w:p w:rsidR="002B7133" w:rsidRDefault="002B7133"/>
    <w:p w:rsidR="00BC304F" w:rsidRDefault="00BC304F"/>
    <w:p w:rsidR="00BC304F" w:rsidRDefault="00BC304F"/>
    <w:p w:rsidR="00BC304F" w:rsidRDefault="00BC304F"/>
    <w:p w:rsidR="00BC304F" w:rsidRDefault="00BC304F"/>
    <w:p w:rsidR="00BC304F" w:rsidRDefault="00BC304F"/>
    <w:p w:rsidR="00BC304F" w:rsidRDefault="00BC304F"/>
    <w:p w:rsidR="00BC304F" w:rsidRDefault="00BC304F"/>
    <w:p w:rsidR="00BC304F" w:rsidRDefault="00BC304F"/>
    <w:p w:rsidR="00BC304F" w:rsidRDefault="00BC304F"/>
    <w:p w:rsidR="00BC304F" w:rsidRDefault="00BC304F"/>
    <w:p w:rsidR="00BC304F" w:rsidRDefault="00BC304F"/>
    <w:p w:rsidR="002B7133" w:rsidRPr="002C0428" w:rsidRDefault="0048164A">
      <w:r>
        <w:rPr>
          <w:rFonts w:hint="eastAsia"/>
        </w:rPr>
        <w:lastRenderedPageBreak/>
        <w:t>（２）　代理人が入札する場合</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
        <w:gridCol w:w="8363"/>
        <w:gridCol w:w="362"/>
      </w:tblGrid>
      <w:tr w:rsidR="0048164A" w:rsidTr="00BC304F">
        <w:trPr>
          <w:trHeight w:val="1440"/>
        </w:trPr>
        <w:tc>
          <w:tcPr>
            <w:tcW w:w="421" w:type="dxa"/>
            <w:vMerge w:val="restart"/>
            <w:tcBorders>
              <w:right w:val="single" w:sz="4" w:space="0" w:color="auto"/>
            </w:tcBorders>
          </w:tcPr>
          <w:p w:rsidR="0048164A" w:rsidRDefault="0048164A" w:rsidP="00BC304F">
            <w:r>
              <w:rPr>
                <w:noProof/>
              </w:rPr>
              <mc:AlternateContent>
                <mc:Choice Requires="wps">
                  <w:drawing>
                    <wp:anchor distT="0" distB="0" distL="114300" distR="114300" simplePos="0" relativeHeight="251675648" behindDoc="0" locked="0" layoutInCell="1" allowOverlap="1" wp14:anchorId="62D74C29" wp14:editId="7891B973">
                      <wp:simplePos x="0" y="0"/>
                      <wp:positionH relativeFrom="column">
                        <wp:posOffset>28737</wp:posOffset>
                      </wp:positionH>
                      <wp:positionV relativeFrom="paragraph">
                        <wp:posOffset>786130</wp:posOffset>
                      </wp:positionV>
                      <wp:extent cx="329565" cy="307975"/>
                      <wp:effectExtent l="0" t="0" r="13335" b="15875"/>
                      <wp:wrapNone/>
                      <wp:docPr id="5" name="テキスト ボックス 5"/>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48164A">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74C29" id="テキスト ボックス 5" o:spid="_x0000_s1029" type="#_x0000_t202" style="position:absolute;left:0;text-align:left;margin-left:2.25pt;margin-top:61.9pt;width:25.95pt;height:2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" fillcolor="white [3201]" strokeweight=".5pt">
                      <v:textbox>
                        <w:txbxContent>
                          <w:p w:rsidR="009D0642" w:rsidRPr="005B69C4" w:rsidRDefault="009D0642" w:rsidP="0048164A">
                            <w:pPr>
                              <w:rPr>
                                <w:color w:val="FF0000"/>
                              </w:rPr>
                            </w:pPr>
                            <w:r w:rsidRPr="005B69C4">
                              <w:rPr>
                                <w:rFonts w:hint="eastAsia"/>
                                <w:color w:val="FF0000"/>
                              </w:rPr>
                              <w:t>印</w:t>
                            </w:r>
                          </w:p>
                        </w:txbxContent>
                      </v:textbox>
                    </v:shape>
                  </w:pict>
                </mc:Fallback>
              </mc:AlternateContent>
            </w:r>
          </w:p>
        </w:tc>
        <w:tc>
          <w:tcPr>
            <w:tcW w:w="8363" w:type="dxa"/>
            <w:tcBorders>
              <w:top w:val="single" w:sz="4" w:space="0" w:color="auto"/>
              <w:left w:val="single" w:sz="4" w:space="0" w:color="auto"/>
              <w:bottom w:val="single" w:sz="4" w:space="0" w:color="auto"/>
              <w:right w:val="single" w:sz="4" w:space="0" w:color="auto"/>
            </w:tcBorders>
          </w:tcPr>
          <w:p w:rsidR="0048164A" w:rsidRDefault="0048164A" w:rsidP="00BC304F">
            <w:r>
              <w:rPr>
                <w:noProof/>
              </w:rPr>
              <mc:AlternateContent>
                <mc:Choice Requires="wps">
                  <w:drawing>
                    <wp:anchor distT="0" distB="0" distL="114300" distR="114300" simplePos="0" relativeHeight="251677696" behindDoc="0" locked="0" layoutInCell="1" allowOverlap="1" wp14:anchorId="09847AF3" wp14:editId="3A6D6DA8">
                      <wp:simplePos x="0" y="0"/>
                      <wp:positionH relativeFrom="column">
                        <wp:posOffset>5074920</wp:posOffset>
                      </wp:positionH>
                      <wp:positionV relativeFrom="paragraph">
                        <wp:posOffset>786292</wp:posOffset>
                      </wp:positionV>
                      <wp:extent cx="329565" cy="307975"/>
                      <wp:effectExtent l="0" t="0" r="13335" b="15875"/>
                      <wp:wrapNone/>
                      <wp:docPr id="6" name="テキスト ボックス 6"/>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48164A">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847AF3" id="テキスト ボックス 6" o:spid="_x0000_s1030" type="#_x0000_t202" style="position:absolute;left:0;text-align:left;margin-left:399.6pt;margin-top:61.9pt;width:25.95pt;height:2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" fillcolor="white [3201]" strokeweight=".5pt">
                      <v:textbox>
                        <w:txbxContent>
                          <w:p w:rsidR="009D0642" w:rsidRPr="005B69C4" w:rsidRDefault="009D0642" w:rsidP="0048164A">
                            <w:pPr>
                              <w:rPr>
                                <w:color w:val="FF0000"/>
                              </w:rPr>
                            </w:pPr>
                            <w:r w:rsidRPr="005B69C4">
                              <w:rPr>
                                <w:rFonts w:hint="eastAsia"/>
                                <w:color w:val="FF0000"/>
                              </w:rPr>
                              <w:t>印</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13149469" wp14:editId="178E3379">
                      <wp:simplePos x="0" y="0"/>
                      <wp:positionH relativeFrom="column">
                        <wp:posOffset>2267585</wp:posOffset>
                      </wp:positionH>
                      <wp:positionV relativeFrom="paragraph">
                        <wp:posOffset>748503</wp:posOffset>
                      </wp:positionV>
                      <wp:extent cx="329565" cy="307975"/>
                      <wp:effectExtent l="0" t="0" r="13335" b="15875"/>
                      <wp:wrapNone/>
                      <wp:docPr id="7" name="テキスト ボックス 7"/>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48164A">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149469" id="テキスト ボックス 7" o:spid="_x0000_s1031" type="#_x0000_t202" style="position:absolute;left:0;text-align:left;margin-left:178.55pt;margin-top:58.95pt;width:25.95pt;height:24.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" fillcolor="white [3201]" strokeweight=".5pt">
                      <v:textbox>
                        <w:txbxContent>
                          <w:p w:rsidR="009D0642" w:rsidRPr="005B69C4" w:rsidRDefault="009D0642" w:rsidP="0048164A">
                            <w:pPr>
                              <w:rPr>
                                <w:color w:val="FF0000"/>
                              </w:rPr>
                            </w:pPr>
                            <w:r w:rsidRPr="005B69C4">
                              <w:rPr>
                                <w:rFonts w:hint="eastAsia"/>
                                <w:color w:val="FF0000"/>
                              </w:rPr>
                              <w:t>印</w:t>
                            </w:r>
                          </w:p>
                        </w:txbxContent>
                      </v:textbox>
                    </v:shape>
                  </w:pict>
                </mc:Fallback>
              </mc:AlternateContent>
            </w:r>
          </w:p>
        </w:tc>
        <w:tc>
          <w:tcPr>
            <w:tcW w:w="362" w:type="dxa"/>
            <w:vMerge w:val="restart"/>
            <w:tcBorders>
              <w:left w:val="single" w:sz="4" w:space="0" w:color="auto"/>
            </w:tcBorders>
          </w:tcPr>
          <w:p w:rsidR="0048164A" w:rsidRDefault="0048164A" w:rsidP="00BC304F"/>
        </w:tc>
      </w:tr>
      <w:tr w:rsidR="0048164A" w:rsidTr="00BC304F">
        <w:trPr>
          <w:trHeight w:val="1771"/>
        </w:trPr>
        <w:tc>
          <w:tcPr>
            <w:tcW w:w="421" w:type="dxa"/>
            <w:vMerge/>
            <w:tcBorders>
              <w:right w:val="single" w:sz="4" w:space="0" w:color="auto"/>
            </w:tcBorders>
          </w:tcPr>
          <w:p w:rsidR="0048164A" w:rsidRDefault="0048164A" w:rsidP="00BC304F"/>
        </w:tc>
        <w:tc>
          <w:tcPr>
            <w:tcW w:w="8363" w:type="dxa"/>
            <w:tcBorders>
              <w:top w:val="single" w:sz="4" w:space="0" w:color="auto"/>
              <w:left w:val="single" w:sz="4" w:space="0" w:color="auto"/>
              <w:bottom w:val="single" w:sz="4" w:space="0" w:color="auto"/>
              <w:right w:val="single" w:sz="4" w:space="0" w:color="auto"/>
            </w:tcBorders>
          </w:tcPr>
          <w:p w:rsidR="0048164A" w:rsidRDefault="0048164A" w:rsidP="00BC304F"/>
          <w:p w:rsidR="0048164A" w:rsidRDefault="0048164A" w:rsidP="00BC304F">
            <w:r>
              <w:rPr>
                <w:rFonts w:hint="eastAsia"/>
              </w:rPr>
              <w:t xml:space="preserve">　　　　　　　　　　　　　　　　　　　　○○県○○市○○丁目○○番地○○号</w:t>
            </w:r>
          </w:p>
          <w:p w:rsidR="0048164A" w:rsidRDefault="0048164A" w:rsidP="00BC304F">
            <w:r>
              <w:rPr>
                <w:rFonts w:hint="eastAsia"/>
              </w:rPr>
              <w:t xml:space="preserve">　　　　　　　　　　　　　　　　　　　　○○株式会社</w:t>
            </w:r>
          </w:p>
          <w:p w:rsidR="0048164A" w:rsidRDefault="0048164A" w:rsidP="00BC304F">
            <w:r>
              <w:rPr>
                <w:rFonts w:hint="eastAsia"/>
              </w:rPr>
              <w:t xml:space="preserve">　　　　　　　　　　　　　　　　　　　　　代表取締役　○　○　○　○</w:t>
            </w:r>
          </w:p>
          <w:p w:rsidR="005812AB" w:rsidRDefault="005812AB" w:rsidP="00BC304F">
            <w:r>
              <w:rPr>
                <w:rFonts w:hint="eastAsia"/>
              </w:rPr>
              <w:t xml:space="preserve">　　　　　　　　　　　　　　　　　　　代理人</w:t>
            </w:r>
          </w:p>
          <w:p w:rsidR="005812AB" w:rsidRDefault="005812AB" w:rsidP="00BC304F">
            <w:r>
              <w:rPr>
                <w:rFonts w:hint="eastAsia"/>
              </w:rPr>
              <w:t xml:space="preserve">　　　　　　　　　　　　　　　　　　　　○○株式会社</w:t>
            </w:r>
            <w:r w:rsidR="00BC304F">
              <w:rPr>
                <w:rFonts w:hint="eastAsia"/>
              </w:rPr>
              <w:t>○○支店</w:t>
            </w:r>
          </w:p>
          <w:p w:rsidR="005812AB" w:rsidRPr="005812AB" w:rsidRDefault="00BC304F" w:rsidP="00BC304F">
            <w:r>
              <w:rPr>
                <w:rFonts w:hint="eastAsia"/>
              </w:rPr>
              <w:t xml:space="preserve">　　　　　　　　　　　　　　　　　　　　　○○支店長　○　○　○　○　　印</w:t>
            </w:r>
          </w:p>
        </w:tc>
        <w:tc>
          <w:tcPr>
            <w:tcW w:w="362" w:type="dxa"/>
            <w:vMerge/>
            <w:tcBorders>
              <w:left w:val="single" w:sz="4" w:space="0" w:color="auto"/>
            </w:tcBorders>
          </w:tcPr>
          <w:p w:rsidR="0048164A" w:rsidRDefault="0048164A" w:rsidP="00BC304F"/>
        </w:tc>
      </w:tr>
    </w:tbl>
    <w:p w:rsidR="002B7133" w:rsidRPr="0048164A" w:rsidRDefault="002B7133"/>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
        <w:gridCol w:w="8363"/>
        <w:gridCol w:w="362"/>
      </w:tblGrid>
      <w:tr w:rsidR="00BC304F" w:rsidTr="00BC304F">
        <w:trPr>
          <w:trHeight w:val="1440"/>
        </w:trPr>
        <w:tc>
          <w:tcPr>
            <w:tcW w:w="421" w:type="dxa"/>
            <w:vMerge w:val="restart"/>
            <w:tcBorders>
              <w:right w:val="single" w:sz="4" w:space="0" w:color="auto"/>
            </w:tcBorders>
          </w:tcPr>
          <w:p w:rsidR="00BC304F" w:rsidRDefault="00BC304F" w:rsidP="00BC304F">
            <w:r>
              <w:rPr>
                <w:noProof/>
              </w:rPr>
              <mc:AlternateContent>
                <mc:Choice Requires="wps">
                  <w:drawing>
                    <wp:anchor distT="0" distB="0" distL="114300" distR="114300" simplePos="0" relativeHeight="251679744" behindDoc="0" locked="0" layoutInCell="1" allowOverlap="1" wp14:anchorId="37E7FF35" wp14:editId="5A367309">
                      <wp:simplePos x="0" y="0"/>
                      <wp:positionH relativeFrom="column">
                        <wp:posOffset>28737</wp:posOffset>
                      </wp:positionH>
                      <wp:positionV relativeFrom="paragraph">
                        <wp:posOffset>786130</wp:posOffset>
                      </wp:positionV>
                      <wp:extent cx="329565" cy="307975"/>
                      <wp:effectExtent l="0" t="0" r="13335" b="15875"/>
                      <wp:wrapNone/>
                      <wp:docPr id="8" name="テキスト ボックス 8"/>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BC304F">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E7FF35" id="テキスト ボックス 8" o:spid="_x0000_s1032" type="#_x0000_t202" style="position:absolute;left:0;text-align:left;margin-left:2.25pt;margin-top:61.9pt;width:25.95pt;height:2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" fillcolor="white [3201]" strokeweight=".5pt">
                      <v:textbox>
                        <w:txbxContent>
                          <w:p w:rsidR="009D0642" w:rsidRPr="005B69C4" w:rsidRDefault="009D0642" w:rsidP="00BC304F">
                            <w:pPr>
                              <w:rPr>
                                <w:color w:val="FF0000"/>
                              </w:rPr>
                            </w:pPr>
                            <w:r w:rsidRPr="005B69C4">
                              <w:rPr>
                                <w:rFonts w:hint="eastAsia"/>
                                <w:color w:val="FF0000"/>
                              </w:rPr>
                              <w:t>印</w:t>
                            </w:r>
                          </w:p>
                        </w:txbxContent>
                      </v:textbox>
                    </v:shape>
                  </w:pict>
                </mc:Fallback>
              </mc:AlternateContent>
            </w:r>
          </w:p>
        </w:tc>
        <w:tc>
          <w:tcPr>
            <w:tcW w:w="8363" w:type="dxa"/>
            <w:tcBorders>
              <w:top w:val="single" w:sz="4" w:space="0" w:color="auto"/>
              <w:left w:val="single" w:sz="4" w:space="0" w:color="auto"/>
              <w:bottom w:val="single" w:sz="4" w:space="0" w:color="auto"/>
              <w:right w:val="single" w:sz="4" w:space="0" w:color="auto"/>
            </w:tcBorders>
          </w:tcPr>
          <w:p w:rsidR="00BC304F" w:rsidRDefault="00BC304F" w:rsidP="00BC304F">
            <w:r>
              <w:rPr>
                <w:noProof/>
              </w:rPr>
              <mc:AlternateContent>
                <mc:Choice Requires="wps">
                  <w:drawing>
                    <wp:anchor distT="0" distB="0" distL="114300" distR="114300" simplePos="0" relativeHeight="251681792" behindDoc="0" locked="0" layoutInCell="1" allowOverlap="1" wp14:anchorId="75E817DA" wp14:editId="63E80280">
                      <wp:simplePos x="0" y="0"/>
                      <wp:positionH relativeFrom="column">
                        <wp:posOffset>5074920</wp:posOffset>
                      </wp:positionH>
                      <wp:positionV relativeFrom="paragraph">
                        <wp:posOffset>786292</wp:posOffset>
                      </wp:positionV>
                      <wp:extent cx="329565" cy="307975"/>
                      <wp:effectExtent l="0" t="0" r="13335" b="15875"/>
                      <wp:wrapNone/>
                      <wp:docPr id="9" name="テキスト ボックス 9"/>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BC304F">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817DA" id="テキスト ボックス 9" o:spid="_x0000_s1033" type="#_x0000_t202" style="position:absolute;left:0;text-align:left;margin-left:399.6pt;margin-top:61.9pt;width:25.95pt;height:2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" fillcolor="white [3201]" strokeweight=".5pt">
                      <v:textbox>
                        <w:txbxContent>
                          <w:p w:rsidR="009D0642" w:rsidRPr="005B69C4" w:rsidRDefault="009D0642" w:rsidP="00BC304F">
                            <w:pPr>
                              <w:rPr>
                                <w:color w:val="FF0000"/>
                              </w:rPr>
                            </w:pPr>
                            <w:r w:rsidRPr="005B69C4">
                              <w:rPr>
                                <w:rFonts w:hint="eastAsia"/>
                                <w:color w:val="FF0000"/>
                              </w:rPr>
                              <w:t>印</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56B4CF86" wp14:editId="718A3E83">
                      <wp:simplePos x="0" y="0"/>
                      <wp:positionH relativeFrom="column">
                        <wp:posOffset>2267585</wp:posOffset>
                      </wp:positionH>
                      <wp:positionV relativeFrom="paragraph">
                        <wp:posOffset>748503</wp:posOffset>
                      </wp:positionV>
                      <wp:extent cx="329565" cy="307975"/>
                      <wp:effectExtent l="0" t="0" r="13335" b="15875"/>
                      <wp:wrapNone/>
                      <wp:docPr id="10" name="テキスト ボックス 10"/>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BC304F">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4CF86" id="テキスト ボックス 10" o:spid="_x0000_s1034" type="#_x0000_t202" style="position:absolute;left:0;text-align:left;margin-left:178.55pt;margin-top:58.95pt;width:25.95pt;height:2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" fillcolor="white [3201]" strokeweight=".5pt">
                      <v:textbox>
                        <w:txbxContent>
                          <w:p w:rsidR="009D0642" w:rsidRPr="005B69C4" w:rsidRDefault="009D0642" w:rsidP="00BC304F">
                            <w:pPr>
                              <w:rPr>
                                <w:color w:val="FF0000"/>
                              </w:rPr>
                            </w:pPr>
                            <w:r w:rsidRPr="005B69C4">
                              <w:rPr>
                                <w:rFonts w:hint="eastAsia"/>
                                <w:color w:val="FF0000"/>
                              </w:rPr>
                              <w:t>印</w:t>
                            </w:r>
                          </w:p>
                        </w:txbxContent>
                      </v:textbox>
                    </v:shape>
                  </w:pict>
                </mc:Fallback>
              </mc:AlternateContent>
            </w:r>
          </w:p>
        </w:tc>
        <w:tc>
          <w:tcPr>
            <w:tcW w:w="362" w:type="dxa"/>
            <w:vMerge w:val="restart"/>
            <w:tcBorders>
              <w:left w:val="single" w:sz="4" w:space="0" w:color="auto"/>
            </w:tcBorders>
          </w:tcPr>
          <w:p w:rsidR="00BC304F" w:rsidRDefault="00BC304F" w:rsidP="00BC304F"/>
        </w:tc>
      </w:tr>
      <w:tr w:rsidR="00BC304F" w:rsidTr="00BC304F">
        <w:trPr>
          <w:trHeight w:val="1771"/>
        </w:trPr>
        <w:tc>
          <w:tcPr>
            <w:tcW w:w="421" w:type="dxa"/>
            <w:vMerge/>
            <w:tcBorders>
              <w:right w:val="single" w:sz="4" w:space="0" w:color="auto"/>
            </w:tcBorders>
          </w:tcPr>
          <w:p w:rsidR="00BC304F" w:rsidRDefault="00BC304F" w:rsidP="00BC304F"/>
        </w:tc>
        <w:tc>
          <w:tcPr>
            <w:tcW w:w="8363" w:type="dxa"/>
            <w:tcBorders>
              <w:top w:val="single" w:sz="4" w:space="0" w:color="auto"/>
              <w:left w:val="single" w:sz="4" w:space="0" w:color="auto"/>
              <w:bottom w:val="single" w:sz="4" w:space="0" w:color="auto"/>
              <w:right w:val="single" w:sz="4" w:space="0" w:color="auto"/>
            </w:tcBorders>
          </w:tcPr>
          <w:p w:rsidR="00BC304F" w:rsidRDefault="00BC304F" w:rsidP="00BC304F"/>
          <w:p w:rsidR="00BC304F" w:rsidRDefault="00BC304F" w:rsidP="00BC304F">
            <w:r>
              <w:rPr>
                <w:rFonts w:hint="eastAsia"/>
              </w:rPr>
              <w:t xml:space="preserve">　　　　　　　　　　　　　　　　　　　　○○県○○市○○丁目○○番地○○号</w:t>
            </w:r>
          </w:p>
          <w:p w:rsidR="00BC304F" w:rsidRDefault="00BC304F" w:rsidP="00BC304F">
            <w:r>
              <w:rPr>
                <w:rFonts w:hint="eastAsia"/>
              </w:rPr>
              <w:t xml:space="preserve">　　　　　　　　　　　　　　　　　　　　○○株式会社</w:t>
            </w:r>
          </w:p>
          <w:p w:rsidR="00BC304F" w:rsidRDefault="00BC304F" w:rsidP="00BC304F">
            <w:r>
              <w:rPr>
                <w:rFonts w:hint="eastAsia"/>
              </w:rPr>
              <w:t xml:space="preserve">　　　　　　　　　　　　　　　　　　　　　代表取締役　○　○　○　○</w:t>
            </w:r>
          </w:p>
          <w:p w:rsidR="00BC304F" w:rsidRDefault="00BC304F" w:rsidP="00BC304F"/>
          <w:p w:rsidR="00BC304F" w:rsidRPr="00BC304F" w:rsidRDefault="00BC304F" w:rsidP="00BC304F">
            <w:r>
              <w:rPr>
                <w:rFonts w:hint="eastAsia"/>
              </w:rPr>
              <w:t xml:space="preserve">　　　　　　　　　　　　　　　　　　　代理人　　○　○　○　○　　印</w:t>
            </w:r>
          </w:p>
        </w:tc>
        <w:tc>
          <w:tcPr>
            <w:tcW w:w="362" w:type="dxa"/>
            <w:vMerge/>
            <w:tcBorders>
              <w:left w:val="single" w:sz="4" w:space="0" w:color="auto"/>
            </w:tcBorders>
          </w:tcPr>
          <w:p w:rsidR="00BC304F" w:rsidRDefault="00BC304F" w:rsidP="00BC304F"/>
        </w:tc>
      </w:tr>
    </w:tbl>
    <w:p w:rsidR="002B7133" w:rsidRPr="00BC304F" w:rsidRDefault="002B7133"/>
    <w:p w:rsidR="002B7133" w:rsidRPr="00BC304F" w:rsidRDefault="00BC304F">
      <w:r>
        <w:rPr>
          <w:rFonts w:hint="eastAsia"/>
        </w:rPr>
        <w:t>（３）　復代理人が入札する場合</w:t>
      </w:r>
    </w:p>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21"/>
        <w:gridCol w:w="8363"/>
        <w:gridCol w:w="362"/>
      </w:tblGrid>
      <w:tr w:rsidR="008C45B4" w:rsidTr="00420CD2">
        <w:trPr>
          <w:trHeight w:val="1440"/>
        </w:trPr>
        <w:tc>
          <w:tcPr>
            <w:tcW w:w="421" w:type="dxa"/>
            <w:vMerge w:val="restart"/>
            <w:tcBorders>
              <w:right w:val="single" w:sz="4" w:space="0" w:color="auto"/>
            </w:tcBorders>
          </w:tcPr>
          <w:p w:rsidR="008C45B4" w:rsidRDefault="008C45B4" w:rsidP="00420CD2">
            <w:r>
              <w:rPr>
                <w:noProof/>
              </w:rPr>
              <mc:AlternateContent>
                <mc:Choice Requires="wps">
                  <w:drawing>
                    <wp:anchor distT="0" distB="0" distL="114300" distR="114300" simplePos="0" relativeHeight="251683840" behindDoc="0" locked="0" layoutInCell="1" allowOverlap="1" wp14:anchorId="3D48C298" wp14:editId="2B5E1FB4">
                      <wp:simplePos x="0" y="0"/>
                      <wp:positionH relativeFrom="column">
                        <wp:posOffset>28737</wp:posOffset>
                      </wp:positionH>
                      <wp:positionV relativeFrom="paragraph">
                        <wp:posOffset>786130</wp:posOffset>
                      </wp:positionV>
                      <wp:extent cx="329565" cy="307975"/>
                      <wp:effectExtent l="0" t="0" r="13335" b="15875"/>
                      <wp:wrapNone/>
                      <wp:docPr id="11" name="テキスト ボックス 11"/>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8C45B4">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8C298" id="テキスト ボックス 11" o:spid="_x0000_s1035" type="#_x0000_t202" style="position:absolute;left:0;text-align:left;margin-left:2.25pt;margin-top:61.9pt;width:25.95pt;height:2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" fillcolor="white [3201]" strokeweight=".5pt">
                      <v:textbox>
                        <w:txbxContent>
                          <w:p w:rsidR="009D0642" w:rsidRPr="005B69C4" w:rsidRDefault="009D0642" w:rsidP="008C45B4">
                            <w:pPr>
                              <w:rPr>
                                <w:color w:val="FF0000"/>
                              </w:rPr>
                            </w:pPr>
                            <w:r w:rsidRPr="005B69C4">
                              <w:rPr>
                                <w:rFonts w:hint="eastAsia"/>
                                <w:color w:val="FF0000"/>
                              </w:rPr>
                              <w:t>印</w:t>
                            </w:r>
                          </w:p>
                        </w:txbxContent>
                      </v:textbox>
                    </v:shape>
                  </w:pict>
                </mc:Fallback>
              </mc:AlternateContent>
            </w:r>
          </w:p>
        </w:tc>
        <w:tc>
          <w:tcPr>
            <w:tcW w:w="8363" w:type="dxa"/>
            <w:tcBorders>
              <w:top w:val="single" w:sz="4" w:space="0" w:color="auto"/>
              <w:left w:val="single" w:sz="4" w:space="0" w:color="auto"/>
              <w:bottom w:val="single" w:sz="4" w:space="0" w:color="auto"/>
              <w:right w:val="single" w:sz="4" w:space="0" w:color="auto"/>
            </w:tcBorders>
          </w:tcPr>
          <w:p w:rsidR="008C45B4" w:rsidRDefault="008C45B4" w:rsidP="00420CD2">
            <w:r>
              <w:rPr>
                <w:noProof/>
              </w:rPr>
              <mc:AlternateContent>
                <mc:Choice Requires="wps">
                  <w:drawing>
                    <wp:anchor distT="0" distB="0" distL="114300" distR="114300" simplePos="0" relativeHeight="251685888" behindDoc="0" locked="0" layoutInCell="1" allowOverlap="1" wp14:anchorId="54F3181A" wp14:editId="0CF083E0">
                      <wp:simplePos x="0" y="0"/>
                      <wp:positionH relativeFrom="column">
                        <wp:posOffset>5074920</wp:posOffset>
                      </wp:positionH>
                      <wp:positionV relativeFrom="paragraph">
                        <wp:posOffset>786292</wp:posOffset>
                      </wp:positionV>
                      <wp:extent cx="329565" cy="307975"/>
                      <wp:effectExtent l="0" t="0" r="13335" b="15875"/>
                      <wp:wrapNone/>
                      <wp:docPr id="12" name="テキスト ボックス 12"/>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8C45B4">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3181A" id="テキスト ボックス 12" o:spid="_x0000_s1036" type="#_x0000_t202" style="position:absolute;left:0;text-align:left;margin-left:399.6pt;margin-top:61.9pt;width:25.95pt;height:24.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" fillcolor="white [3201]" strokeweight=".5pt">
                      <v:textbox>
                        <w:txbxContent>
                          <w:p w:rsidR="009D0642" w:rsidRPr="005B69C4" w:rsidRDefault="009D0642" w:rsidP="008C45B4">
                            <w:pPr>
                              <w:rPr>
                                <w:color w:val="FF0000"/>
                              </w:rPr>
                            </w:pPr>
                            <w:r w:rsidRPr="005B69C4">
                              <w:rPr>
                                <w:rFonts w:hint="eastAsia"/>
                                <w:color w:val="FF0000"/>
                              </w:rPr>
                              <w:t>印</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01FFE778" wp14:editId="515F97D2">
                      <wp:simplePos x="0" y="0"/>
                      <wp:positionH relativeFrom="column">
                        <wp:posOffset>2267585</wp:posOffset>
                      </wp:positionH>
                      <wp:positionV relativeFrom="paragraph">
                        <wp:posOffset>748503</wp:posOffset>
                      </wp:positionV>
                      <wp:extent cx="329565" cy="307975"/>
                      <wp:effectExtent l="0" t="0" r="13335" b="15875"/>
                      <wp:wrapNone/>
                      <wp:docPr id="13" name="テキスト ボックス 13"/>
                      <wp:cNvGraphicFramePr/>
                      <a:graphic xmlns:a="http://schemas.openxmlformats.org/drawingml/2006/main">
                        <a:graphicData uri="http://schemas.microsoft.com/office/word/2010/wordprocessingShape">
                          <wps:wsp>
                            <wps:cNvSpPr txBox="1"/>
                            <wps:spPr>
                              <a:xfrm>
                                <a:off x="0" y="0"/>
                                <a:ext cx="329565" cy="307975"/>
                              </a:xfrm>
                              <a:prstGeom prst="rect">
                                <a:avLst/>
                              </a:prstGeom>
                              <a:solidFill>
                                <a:schemeClr val="lt1"/>
                              </a:solidFill>
                              <a:ln w="6350">
                                <a:solidFill>
                                  <a:prstClr val="black"/>
                                </a:solidFill>
                              </a:ln>
                            </wps:spPr>
                            <wps:txbx>
                              <w:txbxContent>
                                <w:p w:rsidR="009D0642" w:rsidRPr="005B69C4" w:rsidRDefault="009D0642" w:rsidP="008C45B4">
                                  <w:pPr>
                                    <w:rPr>
                                      <w:color w:val="FF0000"/>
                                    </w:rPr>
                                  </w:pPr>
                                  <w:r w:rsidRPr="005B69C4">
                                    <w:rPr>
                                      <w:rFonts w:hint="eastAsia"/>
                                      <w:color w:val="FF000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FE778" id="テキスト ボックス 13" o:spid="_x0000_s1037" type="#_x0000_t202" style="position:absolute;left:0;text-align:left;margin-left:178.55pt;margin-top:58.95pt;width:25.95pt;height:2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" fillcolor="white [3201]" strokeweight=".5pt">
                      <v:textbox>
                        <w:txbxContent>
                          <w:p w:rsidR="009D0642" w:rsidRPr="005B69C4" w:rsidRDefault="009D0642" w:rsidP="008C45B4">
                            <w:pPr>
                              <w:rPr>
                                <w:color w:val="FF0000"/>
                              </w:rPr>
                            </w:pPr>
                            <w:r w:rsidRPr="005B69C4">
                              <w:rPr>
                                <w:rFonts w:hint="eastAsia"/>
                                <w:color w:val="FF0000"/>
                              </w:rPr>
                              <w:t>印</w:t>
                            </w:r>
                          </w:p>
                        </w:txbxContent>
                      </v:textbox>
                    </v:shape>
                  </w:pict>
                </mc:Fallback>
              </mc:AlternateContent>
            </w:r>
          </w:p>
        </w:tc>
        <w:tc>
          <w:tcPr>
            <w:tcW w:w="362" w:type="dxa"/>
            <w:vMerge w:val="restart"/>
            <w:tcBorders>
              <w:left w:val="single" w:sz="4" w:space="0" w:color="auto"/>
            </w:tcBorders>
          </w:tcPr>
          <w:p w:rsidR="008C45B4" w:rsidRDefault="008C45B4" w:rsidP="00420CD2"/>
        </w:tc>
      </w:tr>
      <w:tr w:rsidR="008C45B4" w:rsidTr="00420CD2">
        <w:trPr>
          <w:trHeight w:val="1771"/>
        </w:trPr>
        <w:tc>
          <w:tcPr>
            <w:tcW w:w="421" w:type="dxa"/>
            <w:vMerge/>
            <w:tcBorders>
              <w:right w:val="single" w:sz="4" w:space="0" w:color="auto"/>
            </w:tcBorders>
          </w:tcPr>
          <w:p w:rsidR="008C45B4" w:rsidRDefault="008C45B4" w:rsidP="00420CD2"/>
        </w:tc>
        <w:tc>
          <w:tcPr>
            <w:tcW w:w="8363" w:type="dxa"/>
            <w:tcBorders>
              <w:top w:val="single" w:sz="4" w:space="0" w:color="auto"/>
              <w:left w:val="single" w:sz="4" w:space="0" w:color="auto"/>
              <w:bottom w:val="single" w:sz="4" w:space="0" w:color="auto"/>
              <w:right w:val="single" w:sz="4" w:space="0" w:color="auto"/>
            </w:tcBorders>
          </w:tcPr>
          <w:p w:rsidR="008C45B4" w:rsidRDefault="008C45B4" w:rsidP="00420CD2"/>
          <w:p w:rsidR="008C45B4" w:rsidRDefault="008C45B4" w:rsidP="00420CD2">
            <w:r>
              <w:rPr>
                <w:rFonts w:hint="eastAsia"/>
              </w:rPr>
              <w:t xml:space="preserve">　　　　　　　　　　　　　　　　　　　　○○県○○市○○丁目○○番地○○号</w:t>
            </w:r>
          </w:p>
          <w:p w:rsidR="008C45B4" w:rsidRDefault="008C45B4" w:rsidP="00420CD2">
            <w:r>
              <w:rPr>
                <w:rFonts w:hint="eastAsia"/>
              </w:rPr>
              <w:t xml:space="preserve">　　　　　　　　　　　　　　　　　　　　○○株式会社</w:t>
            </w:r>
          </w:p>
          <w:p w:rsidR="008C45B4" w:rsidRDefault="008C45B4" w:rsidP="00420CD2">
            <w:r>
              <w:rPr>
                <w:rFonts w:hint="eastAsia"/>
              </w:rPr>
              <w:t xml:space="preserve">　　　　　　　　　　　　　　　　　　　　　代表取締役　○　○　○　○</w:t>
            </w:r>
          </w:p>
          <w:p w:rsidR="008C45B4" w:rsidRDefault="008C45B4" w:rsidP="00420CD2">
            <w:r>
              <w:rPr>
                <w:rFonts w:hint="eastAsia"/>
              </w:rPr>
              <w:t xml:space="preserve">　　　　　　　　　　　　　　　　　　　代理人</w:t>
            </w:r>
          </w:p>
          <w:p w:rsidR="008C45B4" w:rsidRDefault="008C45B4" w:rsidP="00420CD2">
            <w:r>
              <w:rPr>
                <w:rFonts w:hint="eastAsia"/>
              </w:rPr>
              <w:t xml:space="preserve">　　　　　　　　　　　　　　　　　　　　○○株式会社○○支店</w:t>
            </w:r>
          </w:p>
          <w:p w:rsidR="008C45B4" w:rsidRDefault="008C45B4" w:rsidP="00420CD2">
            <w:r>
              <w:rPr>
                <w:rFonts w:hint="eastAsia"/>
              </w:rPr>
              <w:t xml:space="preserve">　　　　　　　　　　　　　　　　　　　　　○○支店長　○　○　○　○</w:t>
            </w:r>
          </w:p>
          <w:p w:rsidR="008C45B4" w:rsidRPr="008C45B4" w:rsidRDefault="008C45B4" w:rsidP="00420CD2">
            <w:r>
              <w:rPr>
                <w:rFonts w:hint="eastAsia"/>
              </w:rPr>
              <w:t xml:space="preserve">　　　　　　　　　　　　　　　　　　　復代理人　　○　○　○　○　　印</w:t>
            </w:r>
          </w:p>
        </w:tc>
        <w:tc>
          <w:tcPr>
            <w:tcW w:w="362" w:type="dxa"/>
            <w:vMerge/>
            <w:tcBorders>
              <w:left w:val="single" w:sz="4" w:space="0" w:color="auto"/>
            </w:tcBorders>
          </w:tcPr>
          <w:p w:rsidR="008C45B4" w:rsidRDefault="008C45B4" w:rsidP="00420CD2"/>
        </w:tc>
      </w:tr>
    </w:tbl>
    <w:p w:rsidR="002B7133" w:rsidRPr="008C45B4" w:rsidRDefault="002B7133"/>
    <w:p w:rsidR="002B7133" w:rsidRDefault="002B7133"/>
    <w:p w:rsidR="004F2FD1" w:rsidRDefault="004F2FD1" w:rsidP="004F2FD1">
      <w:r>
        <w:rPr>
          <w:rFonts w:hint="eastAsia"/>
        </w:rPr>
        <w:lastRenderedPageBreak/>
        <w:t>４．誓約書の記入について　　　【記載例１・２】</w:t>
      </w:r>
    </w:p>
    <w:p w:rsidR="002B7133" w:rsidRPr="004F2FD1" w:rsidRDefault="00352AC6">
      <w:r>
        <w:rPr>
          <w:rFonts w:hint="eastAsia"/>
        </w:rPr>
        <w:t>【記載例１】</w:t>
      </w:r>
    </w:p>
    <w:p w:rsidR="00352AC6" w:rsidRDefault="00352AC6" w:rsidP="00352AC6"/>
    <w:p w:rsidR="00352AC6" w:rsidRDefault="00352AC6" w:rsidP="00956C3A">
      <w:pPr>
        <w:jc w:val="right"/>
      </w:pPr>
      <w:r>
        <w:rPr>
          <w:rFonts w:hint="eastAsia"/>
        </w:rPr>
        <w:t>令和</w:t>
      </w:r>
      <w:r>
        <w:t xml:space="preserve">    年    月    日</w:t>
      </w:r>
    </w:p>
    <w:p w:rsidR="00352AC6" w:rsidRDefault="00352AC6" w:rsidP="00352AC6"/>
    <w:p w:rsidR="00352AC6" w:rsidRDefault="00352AC6" w:rsidP="00352AC6"/>
    <w:p w:rsidR="00352AC6" w:rsidRDefault="00352AC6" w:rsidP="00352AC6">
      <w:r>
        <w:rPr>
          <w:rFonts w:hint="eastAsia"/>
        </w:rPr>
        <w:t>浜</w:t>
      </w:r>
      <w:r w:rsidR="00956C3A">
        <w:rPr>
          <w:rFonts w:hint="eastAsia"/>
        </w:rPr>
        <w:t xml:space="preserve">　</w:t>
      </w:r>
      <w:r>
        <w:rPr>
          <w:rFonts w:hint="eastAsia"/>
        </w:rPr>
        <w:t>松</w:t>
      </w:r>
      <w:r w:rsidR="00956C3A">
        <w:rPr>
          <w:rFonts w:hint="eastAsia"/>
        </w:rPr>
        <w:t xml:space="preserve">　</w:t>
      </w:r>
      <w:r>
        <w:rPr>
          <w:rFonts w:hint="eastAsia"/>
        </w:rPr>
        <w:t>医</w:t>
      </w:r>
      <w:r w:rsidR="00956C3A">
        <w:rPr>
          <w:rFonts w:hint="eastAsia"/>
        </w:rPr>
        <w:t xml:space="preserve">　</w:t>
      </w:r>
      <w:r>
        <w:rPr>
          <w:rFonts w:hint="eastAsia"/>
        </w:rPr>
        <w:t>科</w:t>
      </w:r>
      <w:r w:rsidR="00956C3A">
        <w:rPr>
          <w:rFonts w:hint="eastAsia"/>
        </w:rPr>
        <w:t xml:space="preserve">　</w:t>
      </w:r>
      <w:r>
        <w:rPr>
          <w:rFonts w:hint="eastAsia"/>
        </w:rPr>
        <w:t>大</w:t>
      </w:r>
      <w:r w:rsidR="00956C3A">
        <w:rPr>
          <w:rFonts w:hint="eastAsia"/>
        </w:rPr>
        <w:t xml:space="preserve">　</w:t>
      </w:r>
      <w:r>
        <w:rPr>
          <w:rFonts w:hint="eastAsia"/>
        </w:rPr>
        <w:t>学　　殿</w:t>
      </w:r>
    </w:p>
    <w:p w:rsidR="00352AC6" w:rsidRDefault="00352AC6" w:rsidP="00352AC6"/>
    <w:p w:rsidR="00352AC6" w:rsidRDefault="00352AC6" w:rsidP="00352AC6"/>
    <w:p w:rsidR="00352AC6" w:rsidRDefault="00352AC6" w:rsidP="00956C3A">
      <w:pPr>
        <w:ind w:firstLineChars="2600" w:firstLine="5460"/>
      </w:pPr>
      <w:r>
        <w:rPr>
          <w:rFonts w:hint="eastAsia"/>
        </w:rPr>
        <w:t>○○市○○区○○町○○番地</w:t>
      </w:r>
    </w:p>
    <w:p w:rsidR="00352AC6" w:rsidRDefault="00352AC6" w:rsidP="00956C3A">
      <w:pPr>
        <w:ind w:firstLineChars="2600" w:firstLine="5460"/>
      </w:pPr>
      <w:r>
        <w:rPr>
          <w:rFonts w:hint="eastAsia"/>
        </w:rPr>
        <w:t>○○○○株式会社　　印</w:t>
      </w:r>
    </w:p>
    <w:p w:rsidR="00352AC6" w:rsidRDefault="00352AC6" w:rsidP="00956C3A">
      <w:pPr>
        <w:ind w:firstLineChars="2600" w:firstLine="5460"/>
      </w:pPr>
      <w:r>
        <w:rPr>
          <w:rFonts w:hint="eastAsia"/>
        </w:rPr>
        <w:t>代表取締役　○　○　○　○　　印</w:t>
      </w:r>
    </w:p>
    <w:p w:rsidR="00352AC6" w:rsidRDefault="00352AC6" w:rsidP="00352AC6"/>
    <w:p w:rsidR="00352AC6" w:rsidRDefault="00352AC6" w:rsidP="00352AC6"/>
    <w:p w:rsidR="00352AC6" w:rsidRDefault="00352AC6" w:rsidP="00352AC6"/>
    <w:p w:rsidR="00352AC6" w:rsidRDefault="00352AC6" w:rsidP="00352AC6">
      <w:r>
        <w:rPr>
          <w:rFonts w:hint="eastAsia"/>
        </w:rPr>
        <w:t xml:space="preserve">　　　　　　　　　　　　　　　誓</w:t>
      </w:r>
      <w:r w:rsidR="000B4B7F">
        <w:rPr>
          <w:rFonts w:hint="eastAsia"/>
        </w:rPr>
        <w:t xml:space="preserve">　　　　</w:t>
      </w:r>
      <w:r>
        <w:rPr>
          <w:rFonts w:hint="eastAsia"/>
        </w:rPr>
        <w:t>約</w:t>
      </w:r>
      <w:r w:rsidR="000B4B7F">
        <w:rPr>
          <w:rFonts w:hint="eastAsia"/>
        </w:rPr>
        <w:t xml:space="preserve">　　　　</w:t>
      </w:r>
      <w:r>
        <w:rPr>
          <w:rFonts w:hint="eastAsia"/>
        </w:rPr>
        <w:t xml:space="preserve">書　　　　　　　　　　　</w:t>
      </w:r>
    </w:p>
    <w:p w:rsidR="00352AC6" w:rsidRDefault="00352AC6" w:rsidP="00352AC6"/>
    <w:p w:rsidR="00352AC6" w:rsidRDefault="00352AC6" w:rsidP="00352AC6"/>
    <w:p w:rsidR="00352AC6" w:rsidRDefault="00352AC6" w:rsidP="00352AC6"/>
    <w:p w:rsidR="00352AC6" w:rsidRDefault="00352AC6" w:rsidP="000B4B7F">
      <w:pPr>
        <w:ind w:firstLineChars="100" w:firstLine="210"/>
      </w:pPr>
      <w:r>
        <w:rPr>
          <w:rFonts w:hint="eastAsia"/>
        </w:rPr>
        <w:t>貴学における、令和〇〇年〇〇月〇〇日開札の「〇〇〇〇〇〇〇〇」の競争入札に参加するに当たり、下記のとおり誓約いたします。</w:t>
      </w:r>
    </w:p>
    <w:p w:rsidR="00352AC6" w:rsidRDefault="00352AC6" w:rsidP="00352AC6"/>
    <w:p w:rsidR="00352AC6" w:rsidRDefault="00352AC6" w:rsidP="00352AC6"/>
    <w:p w:rsidR="00352AC6" w:rsidRDefault="000B4B7F" w:rsidP="00352AC6">
      <w:r>
        <w:rPr>
          <w:rFonts w:hint="eastAsia"/>
        </w:rPr>
        <w:t xml:space="preserve">　　　　　　　　　　　　　　　　　　　　</w:t>
      </w:r>
      <w:r w:rsidR="00352AC6">
        <w:rPr>
          <w:rFonts w:hint="eastAsia"/>
        </w:rPr>
        <w:t>記</w:t>
      </w:r>
    </w:p>
    <w:p w:rsidR="00352AC6" w:rsidRDefault="00352AC6" w:rsidP="00352AC6"/>
    <w:p w:rsidR="00352AC6" w:rsidRDefault="00352AC6" w:rsidP="00352AC6"/>
    <w:p w:rsidR="00352AC6" w:rsidRDefault="00352AC6" w:rsidP="00352AC6">
      <w:r>
        <w:rPr>
          <w:rFonts w:hint="eastAsia"/>
        </w:rPr>
        <w:t>１．国立大学法人浜松医科大学契約事務規程第２条及び第３条の規定に該当しておりません。</w:t>
      </w:r>
    </w:p>
    <w:p w:rsidR="00B2013B" w:rsidRDefault="00352AC6" w:rsidP="00352AC6">
      <w:r>
        <w:rPr>
          <w:rFonts w:hint="eastAsia"/>
        </w:rPr>
        <w:t>２．独占禁止法に違反し、価格又はその他の点に関し、公正な競争を不法に阻害するために入札を</w:t>
      </w:r>
    </w:p>
    <w:p w:rsidR="00352AC6" w:rsidRDefault="00352AC6" w:rsidP="00B2013B">
      <w:pPr>
        <w:ind w:firstLineChars="200" w:firstLine="420"/>
      </w:pPr>
      <w:r>
        <w:rPr>
          <w:rFonts w:hint="eastAsia"/>
        </w:rPr>
        <w:t>行った者ではありません。</w:t>
      </w:r>
    </w:p>
    <w:p w:rsidR="00352AC6" w:rsidRDefault="00352AC6" w:rsidP="00352AC6">
      <w:r>
        <w:rPr>
          <w:rFonts w:hint="eastAsia"/>
        </w:rPr>
        <w:t>３．理事から取引停止の措置を受けている期間中の者ではありません。</w:t>
      </w:r>
    </w:p>
    <w:p w:rsidR="00352AC6" w:rsidRDefault="00352AC6" w:rsidP="00352AC6"/>
    <w:p w:rsidR="00352AC6" w:rsidRDefault="00352AC6" w:rsidP="00352AC6"/>
    <w:p w:rsidR="00352AC6" w:rsidRDefault="00352AC6" w:rsidP="00352AC6"/>
    <w:p w:rsidR="00352AC6" w:rsidRDefault="00352AC6" w:rsidP="00352AC6"/>
    <w:p w:rsidR="00352AC6" w:rsidRDefault="00352AC6" w:rsidP="00352AC6"/>
    <w:p w:rsidR="00352AC6" w:rsidRDefault="00352AC6" w:rsidP="00352AC6"/>
    <w:p w:rsidR="00352AC6" w:rsidRDefault="00352AC6" w:rsidP="00352AC6"/>
    <w:p w:rsidR="00352AC6" w:rsidRDefault="00352AC6" w:rsidP="00352AC6"/>
    <w:p w:rsidR="00352AC6" w:rsidRDefault="00352AC6" w:rsidP="00352AC6"/>
    <w:p w:rsidR="002B7133" w:rsidRPr="00352AC6" w:rsidRDefault="00352AC6">
      <w:r>
        <w:rPr>
          <w:rFonts w:hint="eastAsia"/>
        </w:rPr>
        <w:lastRenderedPageBreak/>
        <w:t>【記載例２：暴力団排除事項誓約書】</w:t>
      </w:r>
    </w:p>
    <w:p w:rsidR="00956C3A" w:rsidRDefault="00956C3A" w:rsidP="00956C3A"/>
    <w:p w:rsidR="00956C3A" w:rsidRDefault="00956C3A" w:rsidP="00B2013B">
      <w:pPr>
        <w:jc w:val="right"/>
      </w:pPr>
      <w:r>
        <w:rPr>
          <w:rFonts w:hint="eastAsia"/>
        </w:rPr>
        <w:t>令和</w:t>
      </w:r>
      <w:r>
        <w:t xml:space="preserve">    年    月    日</w:t>
      </w:r>
    </w:p>
    <w:p w:rsidR="00956C3A" w:rsidRDefault="00956C3A" w:rsidP="00956C3A"/>
    <w:p w:rsidR="00956C3A" w:rsidRDefault="00956C3A" w:rsidP="00956C3A"/>
    <w:p w:rsidR="00956C3A" w:rsidRDefault="00956C3A" w:rsidP="00956C3A">
      <w:r>
        <w:rPr>
          <w:rFonts w:hint="eastAsia"/>
        </w:rPr>
        <w:t>浜</w:t>
      </w:r>
      <w:r w:rsidR="00B2013B">
        <w:rPr>
          <w:rFonts w:hint="eastAsia"/>
        </w:rPr>
        <w:t xml:space="preserve">　</w:t>
      </w:r>
      <w:r>
        <w:rPr>
          <w:rFonts w:hint="eastAsia"/>
        </w:rPr>
        <w:t>松</w:t>
      </w:r>
      <w:r w:rsidR="00B2013B">
        <w:rPr>
          <w:rFonts w:hint="eastAsia"/>
        </w:rPr>
        <w:t xml:space="preserve">　</w:t>
      </w:r>
      <w:r>
        <w:rPr>
          <w:rFonts w:hint="eastAsia"/>
        </w:rPr>
        <w:t>医</w:t>
      </w:r>
      <w:r w:rsidR="00B2013B">
        <w:rPr>
          <w:rFonts w:hint="eastAsia"/>
        </w:rPr>
        <w:t xml:space="preserve">　</w:t>
      </w:r>
      <w:r>
        <w:rPr>
          <w:rFonts w:hint="eastAsia"/>
        </w:rPr>
        <w:t>科</w:t>
      </w:r>
      <w:r w:rsidR="00B2013B">
        <w:rPr>
          <w:rFonts w:hint="eastAsia"/>
        </w:rPr>
        <w:t xml:space="preserve">　</w:t>
      </w:r>
      <w:r>
        <w:rPr>
          <w:rFonts w:hint="eastAsia"/>
        </w:rPr>
        <w:t>大</w:t>
      </w:r>
      <w:r w:rsidR="00B2013B">
        <w:rPr>
          <w:rFonts w:hint="eastAsia"/>
        </w:rPr>
        <w:t xml:space="preserve">　</w:t>
      </w:r>
      <w:r>
        <w:rPr>
          <w:rFonts w:hint="eastAsia"/>
        </w:rPr>
        <w:t>学</w:t>
      </w:r>
      <w:r w:rsidR="00B2013B">
        <w:rPr>
          <w:rFonts w:hint="eastAsia"/>
        </w:rPr>
        <w:t xml:space="preserve">　　</w:t>
      </w:r>
      <w:r>
        <w:rPr>
          <w:rFonts w:hint="eastAsia"/>
        </w:rPr>
        <w:t>殿</w:t>
      </w:r>
    </w:p>
    <w:p w:rsidR="00956C3A" w:rsidRDefault="00956C3A" w:rsidP="00956C3A"/>
    <w:p w:rsidR="00956C3A" w:rsidRDefault="00956C3A" w:rsidP="00956C3A"/>
    <w:p w:rsidR="00956C3A" w:rsidRDefault="00956C3A" w:rsidP="000B7ED5">
      <w:pPr>
        <w:ind w:firstLineChars="2600" w:firstLine="5460"/>
      </w:pPr>
      <w:r>
        <w:rPr>
          <w:rFonts w:hint="eastAsia"/>
        </w:rPr>
        <w:t>○○市○○区○○町○○番地</w:t>
      </w:r>
    </w:p>
    <w:p w:rsidR="00956C3A" w:rsidRDefault="00956C3A" w:rsidP="000B7ED5">
      <w:pPr>
        <w:ind w:firstLineChars="2600" w:firstLine="5460"/>
      </w:pPr>
      <w:r>
        <w:rPr>
          <w:rFonts w:hint="eastAsia"/>
        </w:rPr>
        <w:t>○○○○株式会社　　印</w:t>
      </w:r>
    </w:p>
    <w:p w:rsidR="00956C3A" w:rsidRDefault="00956C3A" w:rsidP="000B7ED5">
      <w:pPr>
        <w:ind w:firstLineChars="2600" w:firstLine="5460"/>
      </w:pPr>
      <w:r>
        <w:rPr>
          <w:rFonts w:hint="eastAsia"/>
        </w:rPr>
        <w:t>代表取締役　○　○　○　○　　印</w:t>
      </w:r>
    </w:p>
    <w:p w:rsidR="00956C3A" w:rsidRDefault="00956C3A" w:rsidP="00956C3A"/>
    <w:p w:rsidR="00956C3A" w:rsidRDefault="00956C3A" w:rsidP="00956C3A"/>
    <w:p w:rsidR="00956C3A" w:rsidRDefault="00956C3A" w:rsidP="00956C3A"/>
    <w:p w:rsidR="00956C3A" w:rsidRDefault="00956C3A" w:rsidP="00956C3A">
      <w:r>
        <w:rPr>
          <w:rFonts w:hint="eastAsia"/>
        </w:rPr>
        <w:t xml:space="preserve">　　　　　　　　　　　　　　　誓</w:t>
      </w:r>
      <w:r w:rsidR="006642AF">
        <w:rPr>
          <w:rFonts w:hint="eastAsia"/>
        </w:rPr>
        <w:t xml:space="preserve">　　　　</w:t>
      </w:r>
      <w:r>
        <w:rPr>
          <w:rFonts w:hint="eastAsia"/>
        </w:rPr>
        <w:t>約</w:t>
      </w:r>
      <w:r w:rsidR="006642AF">
        <w:rPr>
          <w:rFonts w:hint="eastAsia"/>
        </w:rPr>
        <w:t xml:space="preserve">　　　　</w:t>
      </w:r>
      <w:r>
        <w:rPr>
          <w:rFonts w:hint="eastAsia"/>
        </w:rPr>
        <w:t xml:space="preserve">書　　　　　　　　　　　</w:t>
      </w:r>
    </w:p>
    <w:p w:rsidR="00956C3A" w:rsidRDefault="00956C3A" w:rsidP="00956C3A"/>
    <w:p w:rsidR="00956C3A" w:rsidRDefault="00956C3A" w:rsidP="00956C3A"/>
    <w:p w:rsidR="00956C3A" w:rsidRDefault="00956C3A" w:rsidP="00956C3A"/>
    <w:p w:rsidR="00956C3A" w:rsidRDefault="00956C3A" w:rsidP="006642AF">
      <w:pPr>
        <w:ind w:firstLineChars="100" w:firstLine="210"/>
      </w:pPr>
      <w:r>
        <w:rPr>
          <w:rFonts w:hint="eastAsia"/>
        </w:rPr>
        <w:t>貴学が令和〇〇年〇〇月〇〇日付け入札公告した「〇〇〇〇〇〇〇〇」（令和〇〇年〇〇月〇〇日開札）について、下記事項を遵守することを誓約します。</w:t>
      </w:r>
    </w:p>
    <w:p w:rsidR="00956C3A" w:rsidRDefault="00956C3A" w:rsidP="006642AF">
      <w:pPr>
        <w:ind w:firstLineChars="100" w:firstLine="210"/>
      </w:pPr>
      <w:r>
        <w:rPr>
          <w:rFonts w:hint="eastAsia"/>
        </w:rPr>
        <w:t>この誓約が虚偽であり、又はこの誓約に反したことにより、当方が不利益を被ることとなっても、異議は一切申し立てません。</w:t>
      </w:r>
    </w:p>
    <w:p w:rsidR="00956C3A" w:rsidRDefault="00956C3A" w:rsidP="00956C3A"/>
    <w:p w:rsidR="00956C3A" w:rsidRDefault="00956C3A" w:rsidP="00956C3A"/>
    <w:p w:rsidR="00956C3A" w:rsidRDefault="00956C3A" w:rsidP="006642AF">
      <w:pPr>
        <w:ind w:firstLineChars="1700" w:firstLine="3570"/>
      </w:pPr>
      <w:r>
        <w:tab/>
        <w:t>記</w:t>
      </w:r>
      <w:r>
        <w:tab/>
      </w:r>
    </w:p>
    <w:p w:rsidR="00956C3A" w:rsidRDefault="00956C3A" w:rsidP="00956C3A"/>
    <w:p w:rsidR="00956C3A" w:rsidRDefault="00956C3A" w:rsidP="00956C3A"/>
    <w:p w:rsidR="006642AF" w:rsidRDefault="00956C3A" w:rsidP="00956C3A">
      <w:r>
        <w:rPr>
          <w:rFonts w:hint="eastAsia"/>
        </w:rPr>
        <w:t>１．競争の導入による公共サービスの改革に関する法律（平成１８年法律第５１号。以下「法」と</w:t>
      </w:r>
    </w:p>
    <w:p w:rsidR="00956C3A" w:rsidRDefault="00956C3A" w:rsidP="006642AF">
      <w:pPr>
        <w:ind w:firstLineChars="200" w:firstLine="420"/>
      </w:pPr>
      <w:r>
        <w:rPr>
          <w:rFonts w:hint="eastAsia"/>
        </w:rPr>
        <w:t>いう。）第１０条第４号及び第６号から第９号の暴力団排除条項に該当しないこと。</w:t>
      </w:r>
    </w:p>
    <w:p w:rsidR="00956C3A" w:rsidRDefault="00956C3A" w:rsidP="00956C3A">
      <w:r>
        <w:rPr>
          <w:rFonts w:hint="eastAsia"/>
        </w:rPr>
        <w:t>２．暴力団又は暴力団関係者を再委託先としないこと。</w:t>
      </w:r>
    </w:p>
    <w:p w:rsidR="00956C3A" w:rsidRDefault="00956C3A" w:rsidP="00956C3A">
      <w:r>
        <w:rPr>
          <w:rFonts w:hint="eastAsia"/>
        </w:rPr>
        <w:t>３．法第１０条各号の競争参加資格の欠格事由に該当しないこと。</w:t>
      </w:r>
    </w:p>
    <w:p w:rsidR="00956C3A" w:rsidRDefault="00956C3A" w:rsidP="00956C3A"/>
    <w:p w:rsidR="002B7133" w:rsidRPr="00956C3A" w:rsidRDefault="002B7133"/>
    <w:p w:rsidR="002B7133" w:rsidRDefault="002B7133"/>
    <w:p w:rsidR="002B7133" w:rsidRDefault="002B7133"/>
    <w:p w:rsidR="002B7133" w:rsidRDefault="002B7133"/>
    <w:p w:rsidR="002B7133" w:rsidRDefault="002B7133"/>
    <w:p w:rsidR="002B7133" w:rsidRDefault="002B7133"/>
    <w:p w:rsidR="002B7133" w:rsidRPr="002B7133" w:rsidRDefault="002B7133"/>
    <w:sectPr w:rsidR="002B7133" w:rsidRPr="002B7133" w:rsidSect="009A0BC3">
      <w:pgSz w:w="11906" w:h="16838"/>
      <w:pgMar w:top="1355" w:right="1338" w:bottom="1338" w:left="1412"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AndJapaneseKana"/>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996"/>
    <w:rsid w:val="00036B29"/>
    <w:rsid w:val="00040403"/>
    <w:rsid w:val="000673DF"/>
    <w:rsid w:val="000B4B7F"/>
    <w:rsid w:val="000B7ED5"/>
    <w:rsid w:val="00111888"/>
    <w:rsid w:val="00135952"/>
    <w:rsid w:val="001732B3"/>
    <w:rsid w:val="00187E11"/>
    <w:rsid w:val="001A00C9"/>
    <w:rsid w:val="001B2D5D"/>
    <w:rsid w:val="001C1E84"/>
    <w:rsid w:val="001D298E"/>
    <w:rsid w:val="001E57B1"/>
    <w:rsid w:val="00202250"/>
    <w:rsid w:val="00232E49"/>
    <w:rsid w:val="0023706B"/>
    <w:rsid w:val="002430F1"/>
    <w:rsid w:val="00251FD9"/>
    <w:rsid w:val="002A290B"/>
    <w:rsid w:val="002B7133"/>
    <w:rsid w:val="002C0428"/>
    <w:rsid w:val="002C2045"/>
    <w:rsid w:val="002C7052"/>
    <w:rsid w:val="00352AC6"/>
    <w:rsid w:val="003A7EFE"/>
    <w:rsid w:val="003C562B"/>
    <w:rsid w:val="004062AB"/>
    <w:rsid w:val="00420CD2"/>
    <w:rsid w:val="00447B02"/>
    <w:rsid w:val="00452544"/>
    <w:rsid w:val="00461DC2"/>
    <w:rsid w:val="0048164A"/>
    <w:rsid w:val="004D1A9B"/>
    <w:rsid w:val="004E44C3"/>
    <w:rsid w:val="004E63E4"/>
    <w:rsid w:val="004F13E2"/>
    <w:rsid w:val="004F2FD1"/>
    <w:rsid w:val="004F3C5E"/>
    <w:rsid w:val="00562FBD"/>
    <w:rsid w:val="00573D51"/>
    <w:rsid w:val="00577779"/>
    <w:rsid w:val="005812AB"/>
    <w:rsid w:val="0059061A"/>
    <w:rsid w:val="005B69C4"/>
    <w:rsid w:val="005B7E7C"/>
    <w:rsid w:val="005E7AEA"/>
    <w:rsid w:val="005F0299"/>
    <w:rsid w:val="005F61C1"/>
    <w:rsid w:val="0060214D"/>
    <w:rsid w:val="006354CA"/>
    <w:rsid w:val="00644A44"/>
    <w:rsid w:val="006642AF"/>
    <w:rsid w:val="00691EEA"/>
    <w:rsid w:val="006D4C6E"/>
    <w:rsid w:val="006E416E"/>
    <w:rsid w:val="00713D71"/>
    <w:rsid w:val="00762C1A"/>
    <w:rsid w:val="00776757"/>
    <w:rsid w:val="00784C16"/>
    <w:rsid w:val="007919EF"/>
    <w:rsid w:val="007A13BD"/>
    <w:rsid w:val="007A3A73"/>
    <w:rsid w:val="0089034F"/>
    <w:rsid w:val="008930B0"/>
    <w:rsid w:val="008C45B4"/>
    <w:rsid w:val="008C4EDA"/>
    <w:rsid w:val="008D3B17"/>
    <w:rsid w:val="008D4AA5"/>
    <w:rsid w:val="008E49A9"/>
    <w:rsid w:val="00902541"/>
    <w:rsid w:val="009277E3"/>
    <w:rsid w:val="00932961"/>
    <w:rsid w:val="00956C3A"/>
    <w:rsid w:val="009872CC"/>
    <w:rsid w:val="00993DCC"/>
    <w:rsid w:val="009A0BC3"/>
    <w:rsid w:val="009A67C9"/>
    <w:rsid w:val="009B0E3F"/>
    <w:rsid w:val="009C3996"/>
    <w:rsid w:val="009C4524"/>
    <w:rsid w:val="009D0642"/>
    <w:rsid w:val="00A40B9D"/>
    <w:rsid w:val="00A64034"/>
    <w:rsid w:val="00A76937"/>
    <w:rsid w:val="00A96294"/>
    <w:rsid w:val="00AA62D2"/>
    <w:rsid w:val="00AD649B"/>
    <w:rsid w:val="00B2013B"/>
    <w:rsid w:val="00B22628"/>
    <w:rsid w:val="00B504F7"/>
    <w:rsid w:val="00B574B1"/>
    <w:rsid w:val="00B630F5"/>
    <w:rsid w:val="00B762AB"/>
    <w:rsid w:val="00B8272E"/>
    <w:rsid w:val="00B92846"/>
    <w:rsid w:val="00BA691C"/>
    <w:rsid w:val="00BA78C4"/>
    <w:rsid w:val="00BC304F"/>
    <w:rsid w:val="00BD29EF"/>
    <w:rsid w:val="00C47CED"/>
    <w:rsid w:val="00C5032E"/>
    <w:rsid w:val="00C61A89"/>
    <w:rsid w:val="00C64568"/>
    <w:rsid w:val="00C824C1"/>
    <w:rsid w:val="00C95C14"/>
    <w:rsid w:val="00CB2F49"/>
    <w:rsid w:val="00CB77D8"/>
    <w:rsid w:val="00CD442D"/>
    <w:rsid w:val="00CE51AE"/>
    <w:rsid w:val="00D23688"/>
    <w:rsid w:val="00D303BA"/>
    <w:rsid w:val="00D35692"/>
    <w:rsid w:val="00D45823"/>
    <w:rsid w:val="00D86C8B"/>
    <w:rsid w:val="00D95E76"/>
    <w:rsid w:val="00DB2DC9"/>
    <w:rsid w:val="00DE7307"/>
    <w:rsid w:val="00E507E4"/>
    <w:rsid w:val="00E55F2A"/>
    <w:rsid w:val="00E93C80"/>
    <w:rsid w:val="00F475BC"/>
    <w:rsid w:val="00F64570"/>
    <w:rsid w:val="00F77B9A"/>
    <w:rsid w:val="00F8303A"/>
    <w:rsid w:val="00FB5A4F"/>
    <w:rsid w:val="00FE4EB1"/>
    <w:rsid w:val="00FF39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946964B-802B-404D-8BF9-0D6768A2E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475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6D4C6E"/>
    <w:pPr>
      <w:jc w:val="center"/>
    </w:pPr>
  </w:style>
  <w:style w:type="character" w:customStyle="1" w:styleId="a5">
    <w:name w:val="記 (文字)"/>
    <w:basedOn w:val="a0"/>
    <w:link w:val="a4"/>
    <w:uiPriority w:val="99"/>
    <w:rsid w:val="006D4C6E"/>
  </w:style>
  <w:style w:type="paragraph" w:styleId="a6">
    <w:name w:val="Closing"/>
    <w:basedOn w:val="a"/>
    <w:link w:val="a7"/>
    <w:uiPriority w:val="99"/>
    <w:unhideWhenUsed/>
    <w:rsid w:val="006D4C6E"/>
    <w:pPr>
      <w:jc w:val="right"/>
    </w:pPr>
  </w:style>
  <w:style w:type="character" w:customStyle="1" w:styleId="a7">
    <w:name w:val="結語 (文字)"/>
    <w:basedOn w:val="a0"/>
    <w:link w:val="a6"/>
    <w:uiPriority w:val="99"/>
    <w:rsid w:val="006D4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1BF89A06.dotm</Template>
  <TotalTime>505</TotalTime>
  <Pages>12</Pages>
  <Words>823</Words>
  <Characters>4696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荒山 遼太</dc:creator>
  <cp:keywords/>
  <dc:description/>
  <cp:lastModifiedBy>荒山 遼太</cp:lastModifiedBy>
  <cp:revision>6</cp:revision>
  <dcterms:created xsi:type="dcterms:W3CDTF">2024-06-26T02:35:00Z</dcterms:created>
  <dcterms:modified xsi:type="dcterms:W3CDTF">2024-07-18T09:57:00Z</dcterms:modified>
</cp:coreProperties>
</file>